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198" w:rsidRPr="00CE5815" w:rsidRDefault="00786198" w:rsidP="00A04DC8">
      <w:pPr>
        <w:spacing w:line="276" w:lineRule="auto"/>
        <w:rPr>
          <w:rFonts w:cs="Calibri"/>
          <w:color w:val="000000"/>
          <w:sz w:val="20"/>
          <w:szCs w:val="20"/>
          <w:u w:val="single"/>
          <w:lang w:val="sr-Latn-RS"/>
        </w:rPr>
      </w:pPr>
      <w:r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>ПЛАН РАДА:</w:t>
      </w:r>
      <w:r w:rsidR="00081154"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 xml:space="preserve"> </w:t>
      </w:r>
    </w:p>
    <w:p w:rsidR="00786198" w:rsidRPr="00B550AB" w:rsidRDefault="00786198" w:rsidP="00A04DC8">
      <w:pPr>
        <w:spacing w:line="276" w:lineRule="auto"/>
        <w:rPr>
          <w:rFonts w:cs="Calibri"/>
          <w:b/>
          <w:color w:val="000000"/>
          <w:sz w:val="20"/>
          <w:szCs w:val="20"/>
          <w:lang w:val="sr-Cyrl-RS"/>
        </w:rPr>
      </w:pPr>
      <w:r w:rsidRPr="00131786">
        <w:rPr>
          <w:rFonts w:cs="Calibri"/>
          <w:color w:val="000000"/>
          <w:sz w:val="20"/>
          <w:szCs w:val="20"/>
          <w:lang w:val="sr-Cyrl-CS"/>
        </w:rPr>
        <w:t>ЗА ДАН</w:t>
      </w:r>
      <w:r w:rsidRPr="00CE5815">
        <w:rPr>
          <w:rFonts w:cs="Calibri"/>
          <w:b/>
          <w:color w:val="000000"/>
          <w:sz w:val="20"/>
          <w:szCs w:val="20"/>
          <w:lang w:val="sr-Cyrl-RS"/>
        </w:rPr>
        <w:t>:</w:t>
      </w:r>
      <w:r w:rsidR="00B550AB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A54993">
        <w:rPr>
          <w:rFonts w:cs="Calibri"/>
          <w:b/>
          <w:color w:val="000000"/>
          <w:sz w:val="20"/>
          <w:szCs w:val="20"/>
          <w:lang w:val="sr-Cyrl-RS"/>
        </w:rPr>
        <w:t>Петак</w:t>
      </w:r>
    </w:p>
    <w:p w:rsidR="0031405D" w:rsidRDefault="00786198" w:rsidP="00A04DC8">
      <w:pPr>
        <w:rPr>
          <w:rFonts w:cs="Calibri"/>
          <w:b/>
          <w:color w:val="000000"/>
          <w:sz w:val="20"/>
          <w:szCs w:val="20"/>
          <w:lang w:val="sr-Cyrl-CS"/>
        </w:rPr>
      </w:pPr>
      <w:r w:rsidRPr="00CE5815">
        <w:rPr>
          <w:rFonts w:cs="Calibri"/>
          <w:color w:val="000000"/>
          <w:sz w:val="20"/>
          <w:szCs w:val="20"/>
          <w:lang w:val="sr-Cyrl-CS"/>
        </w:rPr>
        <w:t>ДАТУМ</w:t>
      </w:r>
      <w:r w:rsidRPr="00CE5815">
        <w:rPr>
          <w:rFonts w:cs="Calibri"/>
          <w:color w:val="000000"/>
          <w:sz w:val="20"/>
          <w:szCs w:val="20"/>
          <w:lang w:val="sr-Latn-CS"/>
        </w:rPr>
        <w:t>:</w:t>
      </w:r>
      <w:r w:rsidR="00FE4A8F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A54993">
        <w:rPr>
          <w:rFonts w:cs="Calibri"/>
          <w:b/>
          <w:color w:val="000000"/>
          <w:sz w:val="20"/>
          <w:szCs w:val="20"/>
          <w:lang w:val="sr-Cyrl-RS"/>
        </w:rPr>
        <w:t>12</w:t>
      </w:r>
      <w:r w:rsidR="00016272">
        <w:rPr>
          <w:rFonts w:cs="Calibri"/>
          <w:b/>
          <w:color w:val="000000"/>
          <w:sz w:val="20"/>
          <w:szCs w:val="20"/>
          <w:lang w:val="sr-Cyrl-RS"/>
        </w:rPr>
        <w:t>.</w:t>
      </w:r>
      <w:r w:rsidR="00300342">
        <w:rPr>
          <w:rFonts w:cs="Calibri"/>
          <w:b/>
          <w:color w:val="000000"/>
          <w:sz w:val="20"/>
          <w:szCs w:val="20"/>
          <w:lang w:val="sr-Cyrl-RS"/>
        </w:rPr>
        <w:t>0</w:t>
      </w:r>
      <w:r w:rsidR="00622FAD">
        <w:rPr>
          <w:rFonts w:cs="Calibri"/>
          <w:b/>
          <w:color w:val="000000"/>
          <w:sz w:val="20"/>
          <w:szCs w:val="20"/>
          <w:lang w:val="sr-Cyrl-RS"/>
        </w:rPr>
        <w:t>9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.20</w:t>
      </w:r>
      <w:r w:rsidR="00332EA4">
        <w:rPr>
          <w:rFonts w:cs="Calibri"/>
          <w:b/>
          <w:color w:val="000000"/>
          <w:sz w:val="20"/>
          <w:szCs w:val="20"/>
          <w:lang w:val="sr-Cyrl-CS"/>
        </w:rPr>
        <w:t>25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</w:t>
      </w:r>
      <w:r w:rsidR="0000437C" w:rsidRPr="00CE5815">
        <w:rPr>
          <w:rFonts w:cs="Calibri"/>
          <w:b/>
          <w:color w:val="000000"/>
          <w:sz w:val="20"/>
          <w:szCs w:val="20"/>
          <w:lang w:val="sr-Cyrl-CS"/>
        </w:rPr>
        <w:t xml:space="preserve">     </w:t>
      </w:r>
    </w:p>
    <w:p w:rsidR="0029578F" w:rsidRDefault="0029578F" w:rsidP="0029578F">
      <w:pPr>
        <w:rPr>
          <w:rFonts w:cs="Calibri"/>
          <w:b/>
          <w:color w:val="000000"/>
          <w:sz w:val="20"/>
          <w:szCs w:val="20"/>
          <w:lang w:val="sr-Cyrl-CS"/>
        </w:rPr>
      </w:pPr>
    </w:p>
    <w:p w:rsidR="0029578F" w:rsidRPr="00815F91" w:rsidRDefault="0029578F" w:rsidP="0029578F">
      <w:pPr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„ОДРЖАВАЊЕ“</w:t>
      </w:r>
    </w:p>
    <w:tbl>
      <w:tblPr>
        <w:tblW w:w="11123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91"/>
        <w:gridCol w:w="4258"/>
        <w:gridCol w:w="4874"/>
      </w:tblGrid>
      <w:tr w:rsidR="004F29CE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4F29CE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Јанковић Миливоје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EB47A6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</w:t>
            </w:r>
            <w:r w:rsidR="00E45CF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721D2F">
              <w:rPr>
                <w:rFonts w:cs="Arial"/>
                <w:color w:val="000000"/>
                <w:sz w:val="18"/>
                <w:szCs w:val="18"/>
                <w:lang w:val="sr-Cyrl-RS"/>
              </w:rPr>
              <w:t>Футошки пут код бр.46</w:t>
            </w:r>
          </w:p>
          <w:p w:rsidR="00721D2F" w:rsidRDefault="00721D2F" w:rsidP="00721D2F">
            <w:pPr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721D2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Петроварадин,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Нова 6 спој са Милене Павловић Барили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721D2F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рекреативне површине</w:t>
            </w:r>
          </w:p>
          <w:p w:rsidR="00721D2F" w:rsidRDefault="00721D2F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</w:p>
          <w:p w:rsidR="00721D2F" w:rsidRDefault="00721D2F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банкина</w:t>
            </w:r>
          </w:p>
        </w:tc>
      </w:tr>
      <w:tr w:rsidR="00561D72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03" w:rsidRDefault="00E45CFD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Веселинов Бранко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40" w:rsidRDefault="00721D2F" w:rsidP="002A3854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Футошки пут код бр.46</w:t>
            </w:r>
          </w:p>
          <w:p w:rsidR="00721D2F" w:rsidRPr="00C94867" w:rsidRDefault="00D42CA7" w:rsidP="00D42CA7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</w:t>
            </w:r>
            <w:r w:rsidR="00721D2F" w:rsidRPr="00721D2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,</w:t>
            </w:r>
            <w:r w:rsidR="00721D2F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Ружин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гај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Default="00721D2F" w:rsidP="00F57BEE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рекреативне површине</w:t>
            </w:r>
          </w:p>
          <w:p w:rsidR="00721D2F" w:rsidRDefault="00721D2F" w:rsidP="00F57BEE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Израда успоривача брзине од асфалта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Живковић Иван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C94867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Футог, </w:t>
            </w:r>
            <w:r w:rsidRPr="004F29CE">
              <w:rPr>
                <w:rFonts w:cs="Arial"/>
                <w:color w:val="000000"/>
                <w:sz w:val="18"/>
                <w:szCs w:val="18"/>
                <w:lang w:val="sr-Cyrl-RS"/>
              </w:rPr>
              <w:t>Браће Бошњак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коловоза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Иванић Горан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Петроварадин,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</w:t>
            </w:r>
          </w:p>
          <w:p w:rsidR="00721D2F" w:rsidRPr="006556F2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Петроварадин,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 код бр.18</w:t>
            </w:r>
            <w:r w:rsidR="005E18E2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и бр.26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асфалтом</w:t>
            </w:r>
          </w:p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Новаковић Младен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721D2F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Ангела Влатковића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коловоза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Јовановић Душко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5E03D5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Сремска Каменица,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Војводе Путника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Коњевић Срђан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EB47A6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Кисач,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Јанка Чмелика</w:t>
            </w:r>
          </w:p>
          <w:p w:rsidR="00721D2F" w:rsidRPr="00AB0E70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721D2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Футог,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Браће Бошњак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9C5D39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Latn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банкина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Арсић Данијела</w:t>
            </w:r>
          </w:p>
          <w:p w:rsidR="005E18E2" w:rsidRDefault="005E18E2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Примовић Дејан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CC2103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Миколе Кочиша, Паје Маргановића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банкина</w:t>
            </w:r>
          </w:p>
        </w:tc>
      </w:tr>
    </w:tbl>
    <w:p w:rsidR="00AF128A" w:rsidRPr="00CA3449" w:rsidRDefault="00AF128A" w:rsidP="00AF128A">
      <w:pPr>
        <w:rPr>
          <w:rFonts w:cs="Arial"/>
          <w:b/>
          <w:color w:val="000000"/>
          <w:sz w:val="20"/>
          <w:szCs w:val="20"/>
          <w:lang w:val="sr-Latn-RS"/>
        </w:rPr>
      </w:pPr>
    </w:p>
    <w:p w:rsidR="00561D72" w:rsidRPr="00815F91" w:rsidRDefault="00561D72" w:rsidP="00561D72">
      <w:pPr>
        <w:tabs>
          <w:tab w:val="left" w:pos="4695"/>
        </w:tabs>
        <w:spacing w:line="276" w:lineRule="auto"/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„ОДЕЉЕЊЕ СИГНАЛИЗАЦИЈЕ“</w:t>
      </w:r>
    </w:p>
    <w:tbl>
      <w:tblPr>
        <w:tblW w:w="11059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87"/>
        <w:gridCol w:w="4252"/>
        <w:gridCol w:w="4820"/>
      </w:tblGrid>
      <w:tr w:rsidR="00561D72" w:rsidRPr="003977BD" w:rsidTr="00A54088">
        <w:trPr>
          <w:trHeight w:val="24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Хор. и верт.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Редовно одржавање вертикалне сигнализације</w:t>
            </w:r>
          </w:p>
        </w:tc>
      </w:tr>
      <w:tr w:rsidR="00561D72" w:rsidRPr="003977BD" w:rsidTr="00A54088">
        <w:trPr>
          <w:trHeight w:val="45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Поправка саобраћајне сигнализације по налогу инспекције</w:t>
            </w:r>
          </w:p>
        </w:tc>
      </w:tr>
      <w:tr w:rsidR="00D42CA7" w:rsidRPr="003977BD" w:rsidTr="00D42CA7">
        <w:trPr>
          <w:trHeight w:val="343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Pr="003977BD" w:rsidRDefault="00D42CA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Pr="003977BD" w:rsidRDefault="00D42CA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D42CA7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Ново Насеље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Pr="003977BD" w:rsidRDefault="00D42CA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Обележавање и фарбање бус стајалишта</w:t>
            </w:r>
          </w:p>
        </w:tc>
      </w:tr>
      <w:tr w:rsidR="00D42CA7" w:rsidRPr="003977BD" w:rsidTr="00D42CA7">
        <w:trPr>
          <w:trHeight w:val="343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Pr="003977BD" w:rsidRDefault="00D42CA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Pr="00D42CA7" w:rsidRDefault="00D42CA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Ружин гај ТРС С-448/25</w:t>
            </w:r>
            <w:bookmarkStart w:id="0" w:name="_GoBack"/>
            <w:bookmarkEnd w:id="0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A7" w:rsidRDefault="00D42CA7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Израда успоривача брзине од асфалта</w:t>
            </w:r>
            <w:r>
              <w:rPr>
                <w:rFonts w:cs="Calibri"/>
                <w:sz w:val="18"/>
                <w:szCs w:val="18"/>
                <w:lang w:val="sr-Cyrl-RS"/>
              </w:rPr>
              <w:t xml:space="preserve"> и постављање вертикалне сигнализације</w:t>
            </w:r>
          </w:p>
        </w:tc>
      </w:tr>
      <w:tr w:rsidR="00561D72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Светлосна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Јутарњи обилазак семафора и текуће одржавање</w:t>
            </w:r>
          </w:p>
        </w:tc>
      </w:tr>
      <w:tr w:rsidR="00F35D37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977BD" w:rsidRDefault="00F35D37" w:rsidP="00F35D37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9A7EE8" w:rsidRDefault="00F35D37" w:rsidP="000E4BA3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Latn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>Темеринска - Шајкашка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10B65" w:rsidRDefault="00721D2F" w:rsidP="000E4BA3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Замена бројача пешачког времена</w:t>
            </w:r>
          </w:p>
        </w:tc>
      </w:tr>
      <w:tr w:rsidR="00EB47A6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977BD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9A7EE8" w:rsidRDefault="00EB47A6" w:rsidP="00721D2F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Latn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Јеврејска </w:t>
            </w:r>
            <w:r w:rsidR="00721D2F">
              <w:rPr>
                <w:rFonts w:cs="Arial"/>
                <w:color w:val="000000"/>
                <w:sz w:val="18"/>
                <w:szCs w:val="18"/>
                <w:lang w:val="sr-Cyrl-RS"/>
              </w:rPr>
              <w:t>– Булевар ослобођења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10B65" w:rsidRDefault="00721D2F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Замена бројача пешачког времена</w:t>
            </w:r>
          </w:p>
        </w:tc>
      </w:tr>
      <w:tr w:rsidR="00EB47A6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977BD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EB47A6" w:rsidRDefault="00EB47A6" w:rsidP="000E4BA3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>Приморска</w:t>
            </w:r>
            <w:r w:rsidR="00435E18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– Ангела Влатковића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Default="00435E18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Замена акумулатора на покретнм семафорима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на градилишту</w:t>
            </w:r>
          </w:p>
        </w:tc>
      </w:tr>
    </w:tbl>
    <w:p w:rsidR="00405436" w:rsidRPr="00493C35" w:rsidRDefault="00405436" w:rsidP="00A04DC8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CS"/>
        </w:rPr>
      </w:pP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C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CS"/>
        </w:rPr>
        <w:t xml:space="preserve">Податке обрадила                                                                                                  </w:t>
      </w:r>
      <w:r w:rsidRPr="003977BD">
        <w:rPr>
          <w:rFonts w:cs="Arial"/>
          <w:b/>
          <w:sz w:val="18"/>
          <w:szCs w:val="18"/>
          <w:lang w:val="sr-Latn-CS"/>
        </w:rPr>
        <w:t xml:space="preserve">  </w:t>
      </w:r>
      <w:r w:rsidRPr="003977BD">
        <w:rPr>
          <w:rFonts w:cs="Arial"/>
          <w:b/>
          <w:sz w:val="18"/>
          <w:szCs w:val="18"/>
          <w:lang w:val="sr-Cyrl-RS"/>
        </w:rPr>
        <w:t xml:space="preserve">       </w:t>
      </w:r>
      <w:r w:rsidRPr="003977BD">
        <w:rPr>
          <w:rFonts w:cs="Arial"/>
          <w:b/>
          <w:sz w:val="18"/>
          <w:szCs w:val="18"/>
          <w:lang w:val="sr-Cyrl-CS"/>
        </w:rPr>
        <w:t>Руководилац службе грађевинске оперативе</w:t>
      </w: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    </w:t>
      </w:r>
      <w:r w:rsidRPr="003977BD">
        <w:rPr>
          <w:rFonts w:cs="Arial"/>
          <w:b/>
          <w:sz w:val="18"/>
          <w:szCs w:val="18"/>
          <w:lang w:val="sr-Cyrl-RS"/>
        </w:rPr>
        <w:t>Наташа Стајић                                                                                                                                                 Дијана Мићић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                     </w:t>
      </w: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 w:rsidRPr="003977BD">
        <w:rPr>
          <w:rFonts w:cs="Arial"/>
          <w:b/>
          <w:sz w:val="18"/>
          <w:szCs w:val="18"/>
          <w:lang w:val="sr-Cyrl-RS"/>
        </w:rPr>
        <w:t xml:space="preserve">шеф одељења </w:t>
      </w:r>
      <w:r w:rsidRPr="003977BD">
        <w:rPr>
          <w:rFonts w:cs="Arial"/>
          <w:b/>
          <w:sz w:val="18"/>
          <w:szCs w:val="18"/>
          <w:lang w:val="sr-Latn-RS"/>
        </w:rPr>
        <w:t>II</w:t>
      </w:r>
      <w:r w:rsidRPr="003977BD">
        <w:rPr>
          <w:rFonts w:cs="Arial"/>
          <w:b/>
          <w:sz w:val="18"/>
          <w:szCs w:val="18"/>
          <w:lang w:val="sr-Cyrl-RS"/>
        </w:rPr>
        <w:t xml:space="preserve"> одржавања и градње                                                                               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    </w:t>
      </w:r>
      <w:r>
        <w:rPr>
          <w:rFonts w:cs="Arial"/>
          <w:b/>
          <w:sz w:val="18"/>
          <w:szCs w:val="18"/>
          <w:lang w:val="sr-Cyrl-RS"/>
        </w:rPr>
        <w:t xml:space="preserve">    </w:t>
      </w:r>
      <w:r w:rsidRPr="003977BD">
        <w:rPr>
          <w:rFonts w:cs="Arial"/>
          <w:b/>
          <w:sz w:val="18"/>
          <w:szCs w:val="18"/>
          <w:lang w:val="sr-Cyrl-RS"/>
        </w:rPr>
        <w:t>маст. инж. грађ.</w:t>
      </w:r>
    </w:p>
    <w:p w:rsidR="00273D47" w:rsidRDefault="00273D47" w:rsidP="00273D47">
      <w:pPr>
        <w:tabs>
          <w:tab w:val="left" w:pos="3581"/>
        </w:tabs>
        <w:spacing w:line="276" w:lineRule="auto"/>
        <w:ind w:left="-284"/>
        <w:rPr>
          <w:rFonts w:cs="Arial"/>
          <w:sz w:val="18"/>
          <w:szCs w:val="18"/>
          <w:lang w:val="sr-Latn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за сарадњу са медијима                                                                                                                                 </w:t>
      </w:r>
    </w:p>
    <w:p w:rsidR="00273D47" w:rsidRPr="00ED7FDE" w:rsidRDefault="00273D47" w:rsidP="00273D47">
      <w:pPr>
        <w:rPr>
          <w:rFonts w:cs="Arial"/>
          <w:sz w:val="18"/>
          <w:szCs w:val="18"/>
          <w:lang w:val="sr-Latn-RS"/>
        </w:rPr>
      </w:pPr>
    </w:p>
    <w:p w:rsidR="004F29CE" w:rsidRPr="004A1B45" w:rsidRDefault="004F29CE" w:rsidP="00ED7FDE">
      <w:pPr>
        <w:rPr>
          <w:rFonts w:cs="Arial"/>
          <w:sz w:val="18"/>
          <w:szCs w:val="18"/>
          <w:lang w:val="sr-Cyrl-RS"/>
        </w:rPr>
      </w:pPr>
    </w:p>
    <w:p w:rsidR="00721D2F" w:rsidRDefault="00721D2F" w:rsidP="00721D2F">
      <w:pPr>
        <w:rPr>
          <w:rFonts w:cs="Arial"/>
          <w:sz w:val="18"/>
          <w:szCs w:val="18"/>
          <w:lang w:val="sr-Latn-RS"/>
        </w:rPr>
      </w:pPr>
      <w:r>
        <w:rPr>
          <w:rFonts w:cs="Arial"/>
          <w:b/>
          <w:sz w:val="24"/>
          <w:szCs w:val="24"/>
          <w:lang w:val="sr-Cyrl-RS"/>
        </w:rPr>
        <w:t>НАПОМЕНА: Радови ће се изводити у складу са временским условима.</w:t>
      </w:r>
    </w:p>
    <w:p w:rsidR="004F29CE" w:rsidRDefault="004F29CE" w:rsidP="004F29CE">
      <w:pPr>
        <w:rPr>
          <w:rFonts w:ascii="Times New Roman" w:hAnsi="Times New Roman"/>
          <w:lang w:val="sr-Cyrl-RS"/>
        </w:rPr>
      </w:pPr>
    </w:p>
    <w:p w:rsidR="00ED7FDE" w:rsidRPr="004F29CE" w:rsidRDefault="00ED7FDE" w:rsidP="004F29CE">
      <w:pPr>
        <w:rPr>
          <w:rFonts w:cs="Arial"/>
          <w:sz w:val="18"/>
          <w:szCs w:val="18"/>
          <w:lang w:val="sr-Latn-RS"/>
        </w:rPr>
      </w:pPr>
    </w:p>
    <w:sectPr w:rsidR="00ED7FDE" w:rsidRPr="004F29CE" w:rsidSect="00AB62DD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442" w:right="427" w:bottom="851" w:left="709" w:header="436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171" w:rsidRDefault="00150171" w:rsidP="00612BF5">
      <w:r>
        <w:separator/>
      </w:r>
    </w:p>
  </w:endnote>
  <w:endnote w:type="continuationSeparator" w:id="0">
    <w:p w:rsidR="00150171" w:rsidRDefault="00150171" w:rsidP="0061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B4D" w:rsidRDefault="00CC3B4D" w:rsidP="00CC3B4D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CF3D9A" wp14:editId="697B1D9A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3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B0F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jj7qIq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CC3B4D" w:rsidRPr="007B631C" w:rsidRDefault="00CC3B4D" w:rsidP="00CC3B4D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CC3B4D" w:rsidRDefault="00CC3B4D" w:rsidP="00CC3B4D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543" w:rsidRDefault="00D83A95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359D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pV1i8K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A7245B" w:rsidRPr="007B631C" w:rsidRDefault="00A7245B" w:rsidP="00A7245B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612BF5" w:rsidRDefault="00A7245B" w:rsidP="00A7245B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171" w:rsidRDefault="00150171" w:rsidP="00612BF5">
      <w:r>
        <w:separator/>
      </w:r>
    </w:p>
  </w:footnote>
  <w:footnote w:type="continuationSeparator" w:id="0">
    <w:p w:rsidR="00150171" w:rsidRDefault="00150171" w:rsidP="00612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713" w:type="dxa"/>
      <w:jc w:val="center"/>
      <w:tblBorders>
        <w:top w:val="none" w:sz="0" w:space="0" w:color="auto"/>
        <w:left w:val="none" w:sz="0" w:space="0" w:color="auto"/>
        <w:bottom w:val="single" w:sz="24" w:space="0" w:color="ED7D31" w:themeColor="accent2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76"/>
      <w:gridCol w:w="6429"/>
      <w:gridCol w:w="2208"/>
    </w:tblGrid>
    <w:tr w:rsidR="00A7245B" w:rsidTr="00441CAF">
      <w:trPr>
        <w:jc w:val="center"/>
      </w:trPr>
      <w:tc>
        <w:tcPr>
          <w:tcW w:w="2076" w:type="dxa"/>
        </w:tcPr>
        <w:p w:rsidR="00A7245B" w:rsidRDefault="00A7245B" w:rsidP="00A7245B">
          <w:r>
            <w:rPr>
              <w:noProof/>
            </w:rPr>
            <w:drawing>
              <wp:inline distT="0" distB="0" distL="0" distR="0" wp14:anchorId="232803D1" wp14:editId="51272850">
                <wp:extent cx="1181100" cy="1181100"/>
                <wp:effectExtent l="0" t="0" r="0" b="0"/>
                <wp:docPr id="40" name="Pictur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qqq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1217" cy="11812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29" w:type="dxa"/>
        </w:tcPr>
        <w:p w:rsidR="00A7245B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ЈАВНО КОМУНАЛНО ПРЕДУЗЕЋЕ „Пут“ Нови Сад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21000 Нови Сад, Руменачка 150/а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Пиб: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100187770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Матични број: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08171963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Шифра делатности: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4211</w:t>
          </w:r>
        </w:p>
        <w:p w:rsidR="00A7245B" w:rsidRPr="00ED4650" w:rsidRDefault="00A7245B" w:rsidP="00A7245B">
          <w:pPr>
            <w:rPr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Текући рачун:</w:t>
          </w:r>
          <w:r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АЛТА</w:t>
          </w:r>
          <w:r w:rsidRPr="00F72ABF">
            <w:rPr>
              <w:rFonts w:ascii="Arial" w:hAnsi="Arial" w:cs="Arial"/>
              <w:sz w:val="20"/>
              <w:szCs w:val="20"/>
              <w:lang w:val="sr-Cyrl-RS"/>
            </w:rPr>
            <w:t xml:space="preserve"> БАНКА а.д. Београд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190-0000000145450-40</w:t>
          </w:r>
        </w:p>
      </w:tc>
      <w:tc>
        <w:tcPr>
          <w:tcW w:w="2208" w:type="dxa"/>
        </w:tcPr>
        <w:p w:rsidR="00A7245B" w:rsidRDefault="00A7245B" w:rsidP="00A7245B">
          <w:r>
            <w:t xml:space="preserve">        </w:t>
          </w:r>
          <w:r>
            <w:rPr>
              <w:noProof/>
            </w:rPr>
            <w:drawing>
              <wp:inline distT="0" distB="0" distL="0" distR="0" wp14:anchorId="66427886" wp14:editId="1F16A95D">
                <wp:extent cx="752049" cy="800100"/>
                <wp:effectExtent l="0" t="0" r="0" b="0"/>
                <wp:docPr id="41" name="Pictur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ertifika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060" cy="9107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A65E7" w:rsidRDefault="002A65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8B" w:rsidRDefault="0015017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518628" o:spid="_x0000_s2052" type="#_x0000_t75" style="position:absolute;margin-left:0;margin-top:0;width:269.5pt;height:209.5pt;z-index:-251657728;mso-position-horizontal:center;mso-position-horizontal-relative:margin;mso-position-vertical:center;mso-position-vertical-relative:margin" o:allowincell="f">
          <v:imagedata r:id="rId1" o:title="CENTAR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92E7A"/>
    <w:multiLevelType w:val="hybridMultilevel"/>
    <w:tmpl w:val="104A50C8"/>
    <w:lvl w:ilvl="0" w:tplc="0C7894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0796C"/>
    <w:multiLevelType w:val="hybridMultilevel"/>
    <w:tmpl w:val="4F7A903C"/>
    <w:lvl w:ilvl="0" w:tplc="E320E7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D0B1F"/>
    <w:multiLevelType w:val="hybridMultilevel"/>
    <w:tmpl w:val="1CF6627A"/>
    <w:lvl w:ilvl="0" w:tplc="7D2A56A6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C042FA"/>
    <w:multiLevelType w:val="hybridMultilevel"/>
    <w:tmpl w:val="6D860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F4199"/>
    <w:multiLevelType w:val="hybridMultilevel"/>
    <w:tmpl w:val="2C10C022"/>
    <w:lvl w:ilvl="0" w:tplc="B6AA27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4434D"/>
    <w:multiLevelType w:val="hybridMultilevel"/>
    <w:tmpl w:val="48AC5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948A0"/>
    <w:multiLevelType w:val="hybridMultilevel"/>
    <w:tmpl w:val="1F9E3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32FC9"/>
    <w:multiLevelType w:val="hybridMultilevel"/>
    <w:tmpl w:val="3F58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5639C"/>
    <w:multiLevelType w:val="hybridMultilevel"/>
    <w:tmpl w:val="59047DF4"/>
    <w:lvl w:ilvl="0" w:tplc="E634DF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10E60"/>
    <w:multiLevelType w:val="hybridMultilevel"/>
    <w:tmpl w:val="4B18570A"/>
    <w:lvl w:ilvl="0" w:tplc="EBFE28A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1C344B"/>
    <w:multiLevelType w:val="hybridMultilevel"/>
    <w:tmpl w:val="2668B1B0"/>
    <w:lvl w:ilvl="0" w:tplc="779E5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5F7929"/>
    <w:multiLevelType w:val="hybridMultilevel"/>
    <w:tmpl w:val="61BE5508"/>
    <w:lvl w:ilvl="0" w:tplc="36E0BF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25AC7"/>
    <w:multiLevelType w:val="hybridMultilevel"/>
    <w:tmpl w:val="7216457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775F40"/>
    <w:multiLevelType w:val="hybridMultilevel"/>
    <w:tmpl w:val="BA5037E2"/>
    <w:lvl w:ilvl="0" w:tplc="F30CCB9C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926A2"/>
    <w:multiLevelType w:val="hybridMultilevel"/>
    <w:tmpl w:val="FD5E96D0"/>
    <w:lvl w:ilvl="0" w:tplc="E27AEC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A1AD8"/>
    <w:multiLevelType w:val="hybridMultilevel"/>
    <w:tmpl w:val="B3D2ED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10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0"/>
  </w:num>
  <w:num w:numId="16">
    <w:abstractNumId w:val="0"/>
  </w:num>
  <w:num w:numId="17">
    <w:abstractNumId w:val="0"/>
  </w:num>
  <w:num w:numId="18">
    <w:abstractNumId w:val="13"/>
  </w:num>
  <w:num w:numId="19">
    <w:abstractNumId w:val="4"/>
  </w:num>
  <w:num w:numId="20">
    <w:abstractNumId w:val="11"/>
  </w:num>
  <w:num w:numId="21">
    <w:abstractNumId w:val="1"/>
  </w:num>
  <w:num w:numId="22">
    <w:abstractNumId w:val="14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evenAndOddHeaders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98"/>
    <w:rsid w:val="00000CDB"/>
    <w:rsid w:val="00001045"/>
    <w:rsid w:val="0000166E"/>
    <w:rsid w:val="00001AF0"/>
    <w:rsid w:val="00002A20"/>
    <w:rsid w:val="00003141"/>
    <w:rsid w:val="0000320C"/>
    <w:rsid w:val="00003D6E"/>
    <w:rsid w:val="00003F1B"/>
    <w:rsid w:val="0000437C"/>
    <w:rsid w:val="00004985"/>
    <w:rsid w:val="000049E7"/>
    <w:rsid w:val="00004AC2"/>
    <w:rsid w:val="00005435"/>
    <w:rsid w:val="0000611F"/>
    <w:rsid w:val="00006272"/>
    <w:rsid w:val="00007992"/>
    <w:rsid w:val="00010204"/>
    <w:rsid w:val="0001029D"/>
    <w:rsid w:val="00010E37"/>
    <w:rsid w:val="00011533"/>
    <w:rsid w:val="00011C29"/>
    <w:rsid w:val="00011E8F"/>
    <w:rsid w:val="00012A81"/>
    <w:rsid w:val="00014357"/>
    <w:rsid w:val="00015159"/>
    <w:rsid w:val="00015559"/>
    <w:rsid w:val="00015941"/>
    <w:rsid w:val="00015B93"/>
    <w:rsid w:val="00016250"/>
    <w:rsid w:val="00016272"/>
    <w:rsid w:val="00016434"/>
    <w:rsid w:val="000168D2"/>
    <w:rsid w:val="000172F8"/>
    <w:rsid w:val="00017382"/>
    <w:rsid w:val="00017459"/>
    <w:rsid w:val="00017C99"/>
    <w:rsid w:val="00020886"/>
    <w:rsid w:val="00021488"/>
    <w:rsid w:val="000214B0"/>
    <w:rsid w:val="00021E97"/>
    <w:rsid w:val="0002279E"/>
    <w:rsid w:val="000228E7"/>
    <w:rsid w:val="00023180"/>
    <w:rsid w:val="00023999"/>
    <w:rsid w:val="00024AAF"/>
    <w:rsid w:val="00024BB5"/>
    <w:rsid w:val="00024C1C"/>
    <w:rsid w:val="00024E56"/>
    <w:rsid w:val="00024EBE"/>
    <w:rsid w:val="00025253"/>
    <w:rsid w:val="00026248"/>
    <w:rsid w:val="00026AE0"/>
    <w:rsid w:val="00027E6D"/>
    <w:rsid w:val="00027F10"/>
    <w:rsid w:val="000305CD"/>
    <w:rsid w:val="00030660"/>
    <w:rsid w:val="00030AF5"/>
    <w:rsid w:val="00030F51"/>
    <w:rsid w:val="00031818"/>
    <w:rsid w:val="0003193E"/>
    <w:rsid w:val="000319EA"/>
    <w:rsid w:val="00033002"/>
    <w:rsid w:val="0003338C"/>
    <w:rsid w:val="00033864"/>
    <w:rsid w:val="00033A17"/>
    <w:rsid w:val="00033DEB"/>
    <w:rsid w:val="00033F80"/>
    <w:rsid w:val="00033FD2"/>
    <w:rsid w:val="00034AF3"/>
    <w:rsid w:val="00036032"/>
    <w:rsid w:val="0003633A"/>
    <w:rsid w:val="000364B9"/>
    <w:rsid w:val="00037488"/>
    <w:rsid w:val="000374A6"/>
    <w:rsid w:val="000374DA"/>
    <w:rsid w:val="000376F4"/>
    <w:rsid w:val="00037783"/>
    <w:rsid w:val="0004112A"/>
    <w:rsid w:val="000418D2"/>
    <w:rsid w:val="00041AAC"/>
    <w:rsid w:val="00042894"/>
    <w:rsid w:val="00042FBC"/>
    <w:rsid w:val="000436C1"/>
    <w:rsid w:val="00043E01"/>
    <w:rsid w:val="0004589A"/>
    <w:rsid w:val="00045932"/>
    <w:rsid w:val="00045E44"/>
    <w:rsid w:val="000460FA"/>
    <w:rsid w:val="0004690D"/>
    <w:rsid w:val="00046B98"/>
    <w:rsid w:val="00047202"/>
    <w:rsid w:val="00047310"/>
    <w:rsid w:val="00047796"/>
    <w:rsid w:val="0004785E"/>
    <w:rsid w:val="00047A4D"/>
    <w:rsid w:val="00047B22"/>
    <w:rsid w:val="00047FFD"/>
    <w:rsid w:val="00050738"/>
    <w:rsid w:val="00051222"/>
    <w:rsid w:val="000518BA"/>
    <w:rsid w:val="00053627"/>
    <w:rsid w:val="00053849"/>
    <w:rsid w:val="0005408C"/>
    <w:rsid w:val="00054F02"/>
    <w:rsid w:val="0005630F"/>
    <w:rsid w:val="00056770"/>
    <w:rsid w:val="00056859"/>
    <w:rsid w:val="00057004"/>
    <w:rsid w:val="00057F1F"/>
    <w:rsid w:val="00060635"/>
    <w:rsid w:val="00060DF7"/>
    <w:rsid w:val="00061A7F"/>
    <w:rsid w:val="0006273E"/>
    <w:rsid w:val="0006316B"/>
    <w:rsid w:val="0006327D"/>
    <w:rsid w:val="000634CA"/>
    <w:rsid w:val="000636D4"/>
    <w:rsid w:val="00063FB0"/>
    <w:rsid w:val="00063FCC"/>
    <w:rsid w:val="00064580"/>
    <w:rsid w:val="00064752"/>
    <w:rsid w:val="000658F0"/>
    <w:rsid w:val="00066184"/>
    <w:rsid w:val="00070D1E"/>
    <w:rsid w:val="000713C9"/>
    <w:rsid w:val="00071EA5"/>
    <w:rsid w:val="00072475"/>
    <w:rsid w:val="000724E3"/>
    <w:rsid w:val="00072E26"/>
    <w:rsid w:val="00073131"/>
    <w:rsid w:val="00073677"/>
    <w:rsid w:val="000739A6"/>
    <w:rsid w:val="00073A1B"/>
    <w:rsid w:val="00074874"/>
    <w:rsid w:val="00074942"/>
    <w:rsid w:val="00074FF9"/>
    <w:rsid w:val="00075B69"/>
    <w:rsid w:val="00075C06"/>
    <w:rsid w:val="00076CC0"/>
    <w:rsid w:val="00076FBB"/>
    <w:rsid w:val="00077227"/>
    <w:rsid w:val="000778E0"/>
    <w:rsid w:val="00077DC9"/>
    <w:rsid w:val="00080603"/>
    <w:rsid w:val="0008096A"/>
    <w:rsid w:val="00080D30"/>
    <w:rsid w:val="00080E5C"/>
    <w:rsid w:val="00081154"/>
    <w:rsid w:val="000823C3"/>
    <w:rsid w:val="0008259F"/>
    <w:rsid w:val="000826AA"/>
    <w:rsid w:val="00082A54"/>
    <w:rsid w:val="00082AA1"/>
    <w:rsid w:val="000838CC"/>
    <w:rsid w:val="00084042"/>
    <w:rsid w:val="00084206"/>
    <w:rsid w:val="00084228"/>
    <w:rsid w:val="00084301"/>
    <w:rsid w:val="0008485C"/>
    <w:rsid w:val="00084CC3"/>
    <w:rsid w:val="00085003"/>
    <w:rsid w:val="00085072"/>
    <w:rsid w:val="0008525D"/>
    <w:rsid w:val="00085FA8"/>
    <w:rsid w:val="000860E9"/>
    <w:rsid w:val="00086969"/>
    <w:rsid w:val="0009000D"/>
    <w:rsid w:val="000907ED"/>
    <w:rsid w:val="00091410"/>
    <w:rsid w:val="00091BC7"/>
    <w:rsid w:val="00091DD6"/>
    <w:rsid w:val="00092358"/>
    <w:rsid w:val="000938F6"/>
    <w:rsid w:val="00093AF9"/>
    <w:rsid w:val="00094025"/>
    <w:rsid w:val="0009503E"/>
    <w:rsid w:val="00095132"/>
    <w:rsid w:val="00095229"/>
    <w:rsid w:val="00095538"/>
    <w:rsid w:val="00095C7A"/>
    <w:rsid w:val="00096174"/>
    <w:rsid w:val="0009629A"/>
    <w:rsid w:val="00097019"/>
    <w:rsid w:val="000978E1"/>
    <w:rsid w:val="000A0FE6"/>
    <w:rsid w:val="000A1945"/>
    <w:rsid w:val="000A1D99"/>
    <w:rsid w:val="000A1DC7"/>
    <w:rsid w:val="000A1EB4"/>
    <w:rsid w:val="000A3B09"/>
    <w:rsid w:val="000A3C7B"/>
    <w:rsid w:val="000A3D0E"/>
    <w:rsid w:val="000A50A6"/>
    <w:rsid w:val="000A546F"/>
    <w:rsid w:val="000A5A6C"/>
    <w:rsid w:val="000A5DEC"/>
    <w:rsid w:val="000A5F7E"/>
    <w:rsid w:val="000A6416"/>
    <w:rsid w:val="000A6621"/>
    <w:rsid w:val="000A708C"/>
    <w:rsid w:val="000A7147"/>
    <w:rsid w:val="000A7AD2"/>
    <w:rsid w:val="000A7CA1"/>
    <w:rsid w:val="000B00B4"/>
    <w:rsid w:val="000B0181"/>
    <w:rsid w:val="000B04D9"/>
    <w:rsid w:val="000B084C"/>
    <w:rsid w:val="000B0E2F"/>
    <w:rsid w:val="000B11D5"/>
    <w:rsid w:val="000B206A"/>
    <w:rsid w:val="000B25FA"/>
    <w:rsid w:val="000B2F48"/>
    <w:rsid w:val="000B4841"/>
    <w:rsid w:val="000B484A"/>
    <w:rsid w:val="000B6231"/>
    <w:rsid w:val="000B7511"/>
    <w:rsid w:val="000B7C9B"/>
    <w:rsid w:val="000C0347"/>
    <w:rsid w:val="000C0969"/>
    <w:rsid w:val="000C0B2F"/>
    <w:rsid w:val="000C23B6"/>
    <w:rsid w:val="000C2F7F"/>
    <w:rsid w:val="000C33BD"/>
    <w:rsid w:val="000C4CFD"/>
    <w:rsid w:val="000C4E54"/>
    <w:rsid w:val="000C576A"/>
    <w:rsid w:val="000C5E44"/>
    <w:rsid w:val="000C611B"/>
    <w:rsid w:val="000C6D5C"/>
    <w:rsid w:val="000C6E19"/>
    <w:rsid w:val="000C731E"/>
    <w:rsid w:val="000C79A1"/>
    <w:rsid w:val="000C7AA3"/>
    <w:rsid w:val="000D08B4"/>
    <w:rsid w:val="000D09D7"/>
    <w:rsid w:val="000D148F"/>
    <w:rsid w:val="000D2AF8"/>
    <w:rsid w:val="000D2C70"/>
    <w:rsid w:val="000D327F"/>
    <w:rsid w:val="000D3B1A"/>
    <w:rsid w:val="000D46FD"/>
    <w:rsid w:val="000D4A70"/>
    <w:rsid w:val="000D51B4"/>
    <w:rsid w:val="000D6536"/>
    <w:rsid w:val="000D6A41"/>
    <w:rsid w:val="000D6E29"/>
    <w:rsid w:val="000D7417"/>
    <w:rsid w:val="000E076C"/>
    <w:rsid w:val="000E0CDE"/>
    <w:rsid w:val="000E3344"/>
    <w:rsid w:val="000E398D"/>
    <w:rsid w:val="000E39A5"/>
    <w:rsid w:val="000E4AED"/>
    <w:rsid w:val="000E4B43"/>
    <w:rsid w:val="000E4BA3"/>
    <w:rsid w:val="000E52C4"/>
    <w:rsid w:val="000E5C97"/>
    <w:rsid w:val="000E6688"/>
    <w:rsid w:val="000E6914"/>
    <w:rsid w:val="000E6AD1"/>
    <w:rsid w:val="000E78A0"/>
    <w:rsid w:val="000F134A"/>
    <w:rsid w:val="000F2324"/>
    <w:rsid w:val="000F2F75"/>
    <w:rsid w:val="000F3D8A"/>
    <w:rsid w:val="000F3FE9"/>
    <w:rsid w:val="000F4427"/>
    <w:rsid w:val="000F475B"/>
    <w:rsid w:val="000F49A1"/>
    <w:rsid w:val="000F52D2"/>
    <w:rsid w:val="000F53CB"/>
    <w:rsid w:val="000F556E"/>
    <w:rsid w:val="000F5973"/>
    <w:rsid w:val="000F5ACE"/>
    <w:rsid w:val="000F6263"/>
    <w:rsid w:val="000F69F7"/>
    <w:rsid w:val="000F71CA"/>
    <w:rsid w:val="000F7368"/>
    <w:rsid w:val="000F769E"/>
    <w:rsid w:val="000F76BA"/>
    <w:rsid w:val="000F7E7B"/>
    <w:rsid w:val="00100E70"/>
    <w:rsid w:val="00101621"/>
    <w:rsid w:val="00101BE9"/>
    <w:rsid w:val="0010213E"/>
    <w:rsid w:val="001021D4"/>
    <w:rsid w:val="001025DD"/>
    <w:rsid w:val="00102706"/>
    <w:rsid w:val="0010422C"/>
    <w:rsid w:val="001042FD"/>
    <w:rsid w:val="001046BD"/>
    <w:rsid w:val="00105D1E"/>
    <w:rsid w:val="0010623E"/>
    <w:rsid w:val="001072FC"/>
    <w:rsid w:val="00107529"/>
    <w:rsid w:val="00107595"/>
    <w:rsid w:val="001075B4"/>
    <w:rsid w:val="00107CFF"/>
    <w:rsid w:val="00110F50"/>
    <w:rsid w:val="00111380"/>
    <w:rsid w:val="00111DA9"/>
    <w:rsid w:val="00111E4B"/>
    <w:rsid w:val="001121FD"/>
    <w:rsid w:val="00112FC5"/>
    <w:rsid w:val="0011300E"/>
    <w:rsid w:val="001132D1"/>
    <w:rsid w:val="0011422D"/>
    <w:rsid w:val="0011441A"/>
    <w:rsid w:val="0011441E"/>
    <w:rsid w:val="00114A86"/>
    <w:rsid w:val="00114B82"/>
    <w:rsid w:val="00114EC0"/>
    <w:rsid w:val="001152B0"/>
    <w:rsid w:val="00115949"/>
    <w:rsid w:val="001163E2"/>
    <w:rsid w:val="0011669F"/>
    <w:rsid w:val="00116FCB"/>
    <w:rsid w:val="001170BB"/>
    <w:rsid w:val="0011759C"/>
    <w:rsid w:val="001175F0"/>
    <w:rsid w:val="001179EE"/>
    <w:rsid w:val="00117A5D"/>
    <w:rsid w:val="00117DE4"/>
    <w:rsid w:val="00120772"/>
    <w:rsid w:val="001207DB"/>
    <w:rsid w:val="00121B43"/>
    <w:rsid w:val="00122523"/>
    <w:rsid w:val="00122F58"/>
    <w:rsid w:val="00122FD0"/>
    <w:rsid w:val="00123572"/>
    <w:rsid w:val="001236CD"/>
    <w:rsid w:val="0012374B"/>
    <w:rsid w:val="00123899"/>
    <w:rsid w:val="00124046"/>
    <w:rsid w:val="001243F2"/>
    <w:rsid w:val="001246A9"/>
    <w:rsid w:val="00124AD4"/>
    <w:rsid w:val="001254E8"/>
    <w:rsid w:val="001265D7"/>
    <w:rsid w:val="0012679A"/>
    <w:rsid w:val="00127403"/>
    <w:rsid w:val="0012797F"/>
    <w:rsid w:val="00127E54"/>
    <w:rsid w:val="00130081"/>
    <w:rsid w:val="001306E4"/>
    <w:rsid w:val="001311A9"/>
    <w:rsid w:val="00131786"/>
    <w:rsid w:val="00131B8E"/>
    <w:rsid w:val="00131D90"/>
    <w:rsid w:val="00131EA5"/>
    <w:rsid w:val="0013323C"/>
    <w:rsid w:val="00133317"/>
    <w:rsid w:val="001336CC"/>
    <w:rsid w:val="00133C73"/>
    <w:rsid w:val="00133CAF"/>
    <w:rsid w:val="00133CF6"/>
    <w:rsid w:val="00134210"/>
    <w:rsid w:val="00134921"/>
    <w:rsid w:val="00134BE6"/>
    <w:rsid w:val="00134E8F"/>
    <w:rsid w:val="0013540E"/>
    <w:rsid w:val="00135936"/>
    <w:rsid w:val="001364A1"/>
    <w:rsid w:val="001368DB"/>
    <w:rsid w:val="00136A9F"/>
    <w:rsid w:val="0013708F"/>
    <w:rsid w:val="00137888"/>
    <w:rsid w:val="00141034"/>
    <w:rsid w:val="00141244"/>
    <w:rsid w:val="00141CA5"/>
    <w:rsid w:val="00141EE2"/>
    <w:rsid w:val="00141FA6"/>
    <w:rsid w:val="0014235D"/>
    <w:rsid w:val="001425BC"/>
    <w:rsid w:val="001426BE"/>
    <w:rsid w:val="00142C3F"/>
    <w:rsid w:val="00142F6E"/>
    <w:rsid w:val="00142FD1"/>
    <w:rsid w:val="00143353"/>
    <w:rsid w:val="00143792"/>
    <w:rsid w:val="00143C91"/>
    <w:rsid w:val="00143ECC"/>
    <w:rsid w:val="001440D4"/>
    <w:rsid w:val="00144E32"/>
    <w:rsid w:val="00145320"/>
    <w:rsid w:val="001469A2"/>
    <w:rsid w:val="00146EC9"/>
    <w:rsid w:val="001472F9"/>
    <w:rsid w:val="00147336"/>
    <w:rsid w:val="00147685"/>
    <w:rsid w:val="001477D6"/>
    <w:rsid w:val="00147CD4"/>
    <w:rsid w:val="00150171"/>
    <w:rsid w:val="0015157E"/>
    <w:rsid w:val="00151E83"/>
    <w:rsid w:val="00152518"/>
    <w:rsid w:val="00152755"/>
    <w:rsid w:val="00153237"/>
    <w:rsid w:val="001535D2"/>
    <w:rsid w:val="00154629"/>
    <w:rsid w:val="00154E24"/>
    <w:rsid w:val="00155403"/>
    <w:rsid w:val="00155644"/>
    <w:rsid w:val="00155CC2"/>
    <w:rsid w:val="00155EFD"/>
    <w:rsid w:val="00156224"/>
    <w:rsid w:val="001565BD"/>
    <w:rsid w:val="00156AE8"/>
    <w:rsid w:val="0015707B"/>
    <w:rsid w:val="001572E1"/>
    <w:rsid w:val="00157305"/>
    <w:rsid w:val="00157367"/>
    <w:rsid w:val="00157666"/>
    <w:rsid w:val="00157E78"/>
    <w:rsid w:val="00157EFF"/>
    <w:rsid w:val="001601F1"/>
    <w:rsid w:val="001604EA"/>
    <w:rsid w:val="001608EB"/>
    <w:rsid w:val="00162E76"/>
    <w:rsid w:val="0016382C"/>
    <w:rsid w:val="001638B6"/>
    <w:rsid w:val="00163BA8"/>
    <w:rsid w:val="00163E45"/>
    <w:rsid w:val="00164235"/>
    <w:rsid w:val="00164959"/>
    <w:rsid w:val="001651C6"/>
    <w:rsid w:val="001654CA"/>
    <w:rsid w:val="00165C7A"/>
    <w:rsid w:val="00166E19"/>
    <w:rsid w:val="001670B8"/>
    <w:rsid w:val="00167267"/>
    <w:rsid w:val="00167376"/>
    <w:rsid w:val="00167D97"/>
    <w:rsid w:val="00167DF2"/>
    <w:rsid w:val="001704B5"/>
    <w:rsid w:val="00172422"/>
    <w:rsid w:val="00172C7C"/>
    <w:rsid w:val="00173B1C"/>
    <w:rsid w:val="00173DD0"/>
    <w:rsid w:val="001742B5"/>
    <w:rsid w:val="00174B15"/>
    <w:rsid w:val="00175032"/>
    <w:rsid w:val="001751BB"/>
    <w:rsid w:val="00175818"/>
    <w:rsid w:val="00175D9D"/>
    <w:rsid w:val="00177059"/>
    <w:rsid w:val="00177706"/>
    <w:rsid w:val="00180206"/>
    <w:rsid w:val="00180208"/>
    <w:rsid w:val="001804D2"/>
    <w:rsid w:val="00180905"/>
    <w:rsid w:val="00180DD2"/>
    <w:rsid w:val="00181ABA"/>
    <w:rsid w:val="001821D6"/>
    <w:rsid w:val="00183A21"/>
    <w:rsid w:val="00183DAD"/>
    <w:rsid w:val="00184EDF"/>
    <w:rsid w:val="00185418"/>
    <w:rsid w:val="0018560C"/>
    <w:rsid w:val="00185B94"/>
    <w:rsid w:val="00186953"/>
    <w:rsid w:val="0018754B"/>
    <w:rsid w:val="00187647"/>
    <w:rsid w:val="001878BD"/>
    <w:rsid w:val="001878DF"/>
    <w:rsid w:val="00187C35"/>
    <w:rsid w:val="0019130C"/>
    <w:rsid w:val="00191808"/>
    <w:rsid w:val="00191B0F"/>
    <w:rsid w:val="0019263E"/>
    <w:rsid w:val="001933C7"/>
    <w:rsid w:val="0019356C"/>
    <w:rsid w:val="00194832"/>
    <w:rsid w:val="00194AE4"/>
    <w:rsid w:val="00194D37"/>
    <w:rsid w:val="00195192"/>
    <w:rsid w:val="001954E8"/>
    <w:rsid w:val="0019553E"/>
    <w:rsid w:val="001956DC"/>
    <w:rsid w:val="00196873"/>
    <w:rsid w:val="001970A5"/>
    <w:rsid w:val="00197441"/>
    <w:rsid w:val="00197E91"/>
    <w:rsid w:val="00197FBD"/>
    <w:rsid w:val="001A0709"/>
    <w:rsid w:val="001A0D08"/>
    <w:rsid w:val="001A13D6"/>
    <w:rsid w:val="001A332E"/>
    <w:rsid w:val="001A33C5"/>
    <w:rsid w:val="001A3FCB"/>
    <w:rsid w:val="001A47CC"/>
    <w:rsid w:val="001A55A4"/>
    <w:rsid w:val="001A5A83"/>
    <w:rsid w:val="001A611F"/>
    <w:rsid w:val="001A6C8B"/>
    <w:rsid w:val="001A713F"/>
    <w:rsid w:val="001A763D"/>
    <w:rsid w:val="001A77D5"/>
    <w:rsid w:val="001A7B03"/>
    <w:rsid w:val="001A7DB1"/>
    <w:rsid w:val="001B01F2"/>
    <w:rsid w:val="001B05A6"/>
    <w:rsid w:val="001B0732"/>
    <w:rsid w:val="001B10AD"/>
    <w:rsid w:val="001B1359"/>
    <w:rsid w:val="001B1561"/>
    <w:rsid w:val="001B21E0"/>
    <w:rsid w:val="001B22F2"/>
    <w:rsid w:val="001B2357"/>
    <w:rsid w:val="001B27B0"/>
    <w:rsid w:val="001B2BF5"/>
    <w:rsid w:val="001B2DB8"/>
    <w:rsid w:val="001B378C"/>
    <w:rsid w:val="001B3C5B"/>
    <w:rsid w:val="001B497A"/>
    <w:rsid w:val="001B4CD4"/>
    <w:rsid w:val="001B51B0"/>
    <w:rsid w:val="001B52D1"/>
    <w:rsid w:val="001B5666"/>
    <w:rsid w:val="001B59B7"/>
    <w:rsid w:val="001B5CE6"/>
    <w:rsid w:val="001B6413"/>
    <w:rsid w:val="001B69F5"/>
    <w:rsid w:val="001B7B4A"/>
    <w:rsid w:val="001C0011"/>
    <w:rsid w:val="001C063D"/>
    <w:rsid w:val="001C06B8"/>
    <w:rsid w:val="001C1A2A"/>
    <w:rsid w:val="001C1B92"/>
    <w:rsid w:val="001C1DB7"/>
    <w:rsid w:val="001C22F5"/>
    <w:rsid w:val="001C24F7"/>
    <w:rsid w:val="001C2B8A"/>
    <w:rsid w:val="001C34E5"/>
    <w:rsid w:val="001C3ADD"/>
    <w:rsid w:val="001C3E1E"/>
    <w:rsid w:val="001C44D2"/>
    <w:rsid w:val="001C4F89"/>
    <w:rsid w:val="001C5ED6"/>
    <w:rsid w:val="001C696F"/>
    <w:rsid w:val="001C6D35"/>
    <w:rsid w:val="001C7CD0"/>
    <w:rsid w:val="001C7DA3"/>
    <w:rsid w:val="001D0396"/>
    <w:rsid w:val="001D03F0"/>
    <w:rsid w:val="001D0643"/>
    <w:rsid w:val="001D26BD"/>
    <w:rsid w:val="001D29A5"/>
    <w:rsid w:val="001D2FC3"/>
    <w:rsid w:val="001D32E9"/>
    <w:rsid w:val="001D41D2"/>
    <w:rsid w:val="001D5186"/>
    <w:rsid w:val="001D54E8"/>
    <w:rsid w:val="001D564C"/>
    <w:rsid w:val="001D5B26"/>
    <w:rsid w:val="001D5D23"/>
    <w:rsid w:val="001E227E"/>
    <w:rsid w:val="001E23B0"/>
    <w:rsid w:val="001E250B"/>
    <w:rsid w:val="001E2C5A"/>
    <w:rsid w:val="001E2CCF"/>
    <w:rsid w:val="001E3504"/>
    <w:rsid w:val="001E35B0"/>
    <w:rsid w:val="001E37AC"/>
    <w:rsid w:val="001E37E8"/>
    <w:rsid w:val="001E3B8E"/>
    <w:rsid w:val="001E4EF4"/>
    <w:rsid w:val="001E5610"/>
    <w:rsid w:val="001E5709"/>
    <w:rsid w:val="001E67DD"/>
    <w:rsid w:val="001E73A9"/>
    <w:rsid w:val="001E7608"/>
    <w:rsid w:val="001E7BB5"/>
    <w:rsid w:val="001F05AF"/>
    <w:rsid w:val="001F0D16"/>
    <w:rsid w:val="001F0FA3"/>
    <w:rsid w:val="001F28C5"/>
    <w:rsid w:val="001F2B81"/>
    <w:rsid w:val="001F2BF0"/>
    <w:rsid w:val="001F3057"/>
    <w:rsid w:val="001F389D"/>
    <w:rsid w:val="001F481F"/>
    <w:rsid w:val="001F4F3C"/>
    <w:rsid w:val="001F5291"/>
    <w:rsid w:val="001F543D"/>
    <w:rsid w:val="001F55CF"/>
    <w:rsid w:val="001F5932"/>
    <w:rsid w:val="001F595F"/>
    <w:rsid w:val="001F5DDD"/>
    <w:rsid w:val="001F5FD9"/>
    <w:rsid w:val="001F6056"/>
    <w:rsid w:val="001F64EF"/>
    <w:rsid w:val="001F705A"/>
    <w:rsid w:val="001F765B"/>
    <w:rsid w:val="001F7B8D"/>
    <w:rsid w:val="0020024A"/>
    <w:rsid w:val="002011B5"/>
    <w:rsid w:val="002012D2"/>
    <w:rsid w:val="002015D6"/>
    <w:rsid w:val="00201A2E"/>
    <w:rsid w:val="002029F1"/>
    <w:rsid w:val="0020350D"/>
    <w:rsid w:val="00203965"/>
    <w:rsid w:val="00204521"/>
    <w:rsid w:val="00204547"/>
    <w:rsid w:val="00204DEA"/>
    <w:rsid w:val="002053B9"/>
    <w:rsid w:val="00205BC0"/>
    <w:rsid w:val="0020626A"/>
    <w:rsid w:val="002063B7"/>
    <w:rsid w:val="00206842"/>
    <w:rsid w:val="00206FB6"/>
    <w:rsid w:val="0020772E"/>
    <w:rsid w:val="0020794E"/>
    <w:rsid w:val="00207EE1"/>
    <w:rsid w:val="002102AA"/>
    <w:rsid w:val="00210E9C"/>
    <w:rsid w:val="00211417"/>
    <w:rsid w:val="002119EB"/>
    <w:rsid w:val="00211E4C"/>
    <w:rsid w:val="002120A5"/>
    <w:rsid w:val="00212F6E"/>
    <w:rsid w:val="00213C7F"/>
    <w:rsid w:val="00213D63"/>
    <w:rsid w:val="002143A6"/>
    <w:rsid w:val="002145EC"/>
    <w:rsid w:val="00215B3B"/>
    <w:rsid w:val="00216E60"/>
    <w:rsid w:val="00216FF8"/>
    <w:rsid w:val="00220AE4"/>
    <w:rsid w:val="002212DF"/>
    <w:rsid w:val="00221544"/>
    <w:rsid w:val="00221794"/>
    <w:rsid w:val="002224CE"/>
    <w:rsid w:val="002229CE"/>
    <w:rsid w:val="0022350A"/>
    <w:rsid w:val="00223A1F"/>
    <w:rsid w:val="0022486A"/>
    <w:rsid w:val="00224870"/>
    <w:rsid w:val="00224F55"/>
    <w:rsid w:val="00224F65"/>
    <w:rsid w:val="0022503D"/>
    <w:rsid w:val="00226369"/>
    <w:rsid w:val="00226CB0"/>
    <w:rsid w:val="00226F6B"/>
    <w:rsid w:val="00226FE9"/>
    <w:rsid w:val="0023070A"/>
    <w:rsid w:val="00230B74"/>
    <w:rsid w:val="00231D2E"/>
    <w:rsid w:val="00231E79"/>
    <w:rsid w:val="002327ED"/>
    <w:rsid w:val="00232A8E"/>
    <w:rsid w:val="00233057"/>
    <w:rsid w:val="00233A10"/>
    <w:rsid w:val="00233EC4"/>
    <w:rsid w:val="00233EC7"/>
    <w:rsid w:val="002349A3"/>
    <w:rsid w:val="00234AF7"/>
    <w:rsid w:val="002350BA"/>
    <w:rsid w:val="00235D35"/>
    <w:rsid w:val="00235EEF"/>
    <w:rsid w:val="002364E0"/>
    <w:rsid w:val="00237D6C"/>
    <w:rsid w:val="002405D5"/>
    <w:rsid w:val="00240B88"/>
    <w:rsid w:val="00241229"/>
    <w:rsid w:val="00241316"/>
    <w:rsid w:val="00241CB4"/>
    <w:rsid w:val="00242C7C"/>
    <w:rsid w:val="00242F4C"/>
    <w:rsid w:val="00243CD8"/>
    <w:rsid w:val="00246077"/>
    <w:rsid w:val="00247866"/>
    <w:rsid w:val="00247AA4"/>
    <w:rsid w:val="00247B2D"/>
    <w:rsid w:val="002507B1"/>
    <w:rsid w:val="00250E9B"/>
    <w:rsid w:val="00251B01"/>
    <w:rsid w:val="0025240D"/>
    <w:rsid w:val="00252449"/>
    <w:rsid w:val="0025334E"/>
    <w:rsid w:val="0025462E"/>
    <w:rsid w:val="00254766"/>
    <w:rsid w:val="002548A6"/>
    <w:rsid w:val="00254AA9"/>
    <w:rsid w:val="00254EED"/>
    <w:rsid w:val="00254F9F"/>
    <w:rsid w:val="00255234"/>
    <w:rsid w:val="00255787"/>
    <w:rsid w:val="002569B7"/>
    <w:rsid w:val="00257625"/>
    <w:rsid w:val="0025784D"/>
    <w:rsid w:val="00260D85"/>
    <w:rsid w:val="00260DC0"/>
    <w:rsid w:val="0026179B"/>
    <w:rsid w:val="00262E5F"/>
    <w:rsid w:val="0026347F"/>
    <w:rsid w:val="0026396D"/>
    <w:rsid w:val="00263BCC"/>
    <w:rsid w:val="00264094"/>
    <w:rsid w:val="0026411E"/>
    <w:rsid w:val="00264333"/>
    <w:rsid w:val="00264718"/>
    <w:rsid w:val="00264A1C"/>
    <w:rsid w:val="00264A62"/>
    <w:rsid w:val="002653BD"/>
    <w:rsid w:val="0026558E"/>
    <w:rsid w:val="00265654"/>
    <w:rsid w:val="00265D99"/>
    <w:rsid w:val="0026651F"/>
    <w:rsid w:val="00266647"/>
    <w:rsid w:val="0026693C"/>
    <w:rsid w:val="00266AF8"/>
    <w:rsid w:val="00266F08"/>
    <w:rsid w:val="002671AA"/>
    <w:rsid w:val="00267755"/>
    <w:rsid w:val="002677EE"/>
    <w:rsid w:val="00270498"/>
    <w:rsid w:val="00271889"/>
    <w:rsid w:val="00271C68"/>
    <w:rsid w:val="00271EB1"/>
    <w:rsid w:val="002721DB"/>
    <w:rsid w:val="002728A2"/>
    <w:rsid w:val="00272CF5"/>
    <w:rsid w:val="00273906"/>
    <w:rsid w:val="00273D47"/>
    <w:rsid w:val="0027426C"/>
    <w:rsid w:val="002751AA"/>
    <w:rsid w:val="00275807"/>
    <w:rsid w:val="00276152"/>
    <w:rsid w:val="002762B0"/>
    <w:rsid w:val="0027641C"/>
    <w:rsid w:val="00276490"/>
    <w:rsid w:val="0027659A"/>
    <w:rsid w:val="00277653"/>
    <w:rsid w:val="002776F0"/>
    <w:rsid w:val="002802E7"/>
    <w:rsid w:val="002803D7"/>
    <w:rsid w:val="00280890"/>
    <w:rsid w:val="002810A9"/>
    <w:rsid w:val="00281214"/>
    <w:rsid w:val="00281621"/>
    <w:rsid w:val="0028183D"/>
    <w:rsid w:val="00281C96"/>
    <w:rsid w:val="002823D4"/>
    <w:rsid w:val="00283210"/>
    <w:rsid w:val="002835A1"/>
    <w:rsid w:val="00283753"/>
    <w:rsid w:val="00283D78"/>
    <w:rsid w:val="0028401F"/>
    <w:rsid w:val="002846FA"/>
    <w:rsid w:val="0028480C"/>
    <w:rsid w:val="00284AE3"/>
    <w:rsid w:val="00284C85"/>
    <w:rsid w:val="0028518A"/>
    <w:rsid w:val="002852CA"/>
    <w:rsid w:val="0028604D"/>
    <w:rsid w:val="0028652E"/>
    <w:rsid w:val="00286623"/>
    <w:rsid w:val="00286CEA"/>
    <w:rsid w:val="00287FE7"/>
    <w:rsid w:val="00290804"/>
    <w:rsid w:val="00290C0D"/>
    <w:rsid w:val="002920E8"/>
    <w:rsid w:val="00293FE7"/>
    <w:rsid w:val="0029402A"/>
    <w:rsid w:val="002940A3"/>
    <w:rsid w:val="00294891"/>
    <w:rsid w:val="0029578F"/>
    <w:rsid w:val="00295B94"/>
    <w:rsid w:val="00296490"/>
    <w:rsid w:val="00296696"/>
    <w:rsid w:val="00296A5C"/>
    <w:rsid w:val="00297B37"/>
    <w:rsid w:val="00297F27"/>
    <w:rsid w:val="002A06BA"/>
    <w:rsid w:val="002A075B"/>
    <w:rsid w:val="002A0891"/>
    <w:rsid w:val="002A0E9F"/>
    <w:rsid w:val="002A107D"/>
    <w:rsid w:val="002A1495"/>
    <w:rsid w:val="002A1D7E"/>
    <w:rsid w:val="002A1FC2"/>
    <w:rsid w:val="002A207A"/>
    <w:rsid w:val="002A2789"/>
    <w:rsid w:val="002A2A63"/>
    <w:rsid w:val="002A304B"/>
    <w:rsid w:val="002A3854"/>
    <w:rsid w:val="002A3898"/>
    <w:rsid w:val="002A3AF4"/>
    <w:rsid w:val="002A4574"/>
    <w:rsid w:val="002A4832"/>
    <w:rsid w:val="002A51B7"/>
    <w:rsid w:val="002A5605"/>
    <w:rsid w:val="002A5B48"/>
    <w:rsid w:val="002A5D9D"/>
    <w:rsid w:val="002A6092"/>
    <w:rsid w:val="002A65E7"/>
    <w:rsid w:val="002A65FC"/>
    <w:rsid w:val="002A685E"/>
    <w:rsid w:val="002A6862"/>
    <w:rsid w:val="002A6C50"/>
    <w:rsid w:val="002A7AF8"/>
    <w:rsid w:val="002A7E78"/>
    <w:rsid w:val="002B0820"/>
    <w:rsid w:val="002B17B4"/>
    <w:rsid w:val="002B274A"/>
    <w:rsid w:val="002B2E87"/>
    <w:rsid w:val="002B40EC"/>
    <w:rsid w:val="002B4BE3"/>
    <w:rsid w:val="002B4BF9"/>
    <w:rsid w:val="002B4CAF"/>
    <w:rsid w:val="002B52C9"/>
    <w:rsid w:val="002B59ED"/>
    <w:rsid w:val="002B68D0"/>
    <w:rsid w:val="002B6BA2"/>
    <w:rsid w:val="002C0304"/>
    <w:rsid w:val="002C048C"/>
    <w:rsid w:val="002C05DB"/>
    <w:rsid w:val="002C1907"/>
    <w:rsid w:val="002C2037"/>
    <w:rsid w:val="002C2BCF"/>
    <w:rsid w:val="002C3BA7"/>
    <w:rsid w:val="002C475C"/>
    <w:rsid w:val="002C49A0"/>
    <w:rsid w:val="002C4C98"/>
    <w:rsid w:val="002C4F81"/>
    <w:rsid w:val="002C62D7"/>
    <w:rsid w:val="002C7556"/>
    <w:rsid w:val="002D00B8"/>
    <w:rsid w:val="002D025F"/>
    <w:rsid w:val="002D080D"/>
    <w:rsid w:val="002D151F"/>
    <w:rsid w:val="002D152F"/>
    <w:rsid w:val="002D17D3"/>
    <w:rsid w:val="002D1B47"/>
    <w:rsid w:val="002D1EBD"/>
    <w:rsid w:val="002D26A4"/>
    <w:rsid w:val="002D27DA"/>
    <w:rsid w:val="002D3306"/>
    <w:rsid w:val="002D3C7D"/>
    <w:rsid w:val="002D3D82"/>
    <w:rsid w:val="002D5519"/>
    <w:rsid w:val="002D6086"/>
    <w:rsid w:val="002D70CB"/>
    <w:rsid w:val="002D73C0"/>
    <w:rsid w:val="002D7C02"/>
    <w:rsid w:val="002D7C36"/>
    <w:rsid w:val="002E0078"/>
    <w:rsid w:val="002E08F6"/>
    <w:rsid w:val="002E0AEB"/>
    <w:rsid w:val="002E1270"/>
    <w:rsid w:val="002E2380"/>
    <w:rsid w:val="002E2C4D"/>
    <w:rsid w:val="002E47E3"/>
    <w:rsid w:val="002E4BDE"/>
    <w:rsid w:val="002E5104"/>
    <w:rsid w:val="002E51F1"/>
    <w:rsid w:val="002E68F3"/>
    <w:rsid w:val="002E758F"/>
    <w:rsid w:val="002F0D94"/>
    <w:rsid w:val="002F10FD"/>
    <w:rsid w:val="002F2059"/>
    <w:rsid w:val="002F2550"/>
    <w:rsid w:val="002F258B"/>
    <w:rsid w:val="002F29CA"/>
    <w:rsid w:val="002F3B6E"/>
    <w:rsid w:val="002F41B0"/>
    <w:rsid w:val="002F65F7"/>
    <w:rsid w:val="002F7B20"/>
    <w:rsid w:val="002F7CA1"/>
    <w:rsid w:val="00300342"/>
    <w:rsid w:val="00301280"/>
    <w:rsid w:val="0030263F"/>
    <w:rsid w:val="003032D3"/>
    <w:rsid w:val="00303314"/>
    <w:rsid w:val="003036B2"/>
    <w:rsid w:val="00303C34"/>
    <w:rsid w:val="00303DA2"/>
    <w:rsid w:val="00303F89"/>
    <w:rsid w:val="00304393"/>
    <w:rsid w:val="00304C60"/>
    <w:rsid w:val="00305EC3"/>
    <w:rsid w:val="00306138"/>
    <w:rsid w:val="00306C43"/>
    <w:rsid w:val="003076AC"/>
    <w:rsid w:val="0030791F"/>
    <w:rsid w:val="00307B2B"/>
    <w:rsid w:val="003101C2"/>
    <w:rsid w:val="00310655"/>
    <w:rsid w:val="00310970"/>
    <w:rsid w:val="00310B65"/>
    <w:rsid w:val="00311931"/>
    <w:rsid w:val="00311C58"/>
    <w:rsid w:val="00311EF6"/>
    <w:rsid w:val="00312419"/>
    <w:rsid w:val="00312CBF"/>
    <w:rsid w:val="00312F33"/>
    <w:rsid w:val="00313228"/>
    <w:rsid w:val="0031405D"/>
    <w:rsid w:val="0031439B"/>
    <w:rsid w:val="00314BCB"/>
    <w:rsid w:val="00315910"/>
    <w:rsid w:val="00316A80"/>
    <w:rsid w:val="003171A9"/>
    <w:rsid w:val="003174A4"/>
    <w:rsid w:val="00320FDA"/>
    <w:rsid w:val="00321485"/>
    <w:rsid w:val="00321B8C"/>
    <w:rsid w:val="00322A25"/>
    <w:rsid w:val="00322ADA"/>
    <w:rsid w:val="00322D6B"/>
    <w:rsid w:val="00322E52"/>
    <w:rsid w:val="00324AD2"/>
    <w:rsid w:val="003257E0"/>
    <w:rsid w:val="00326218"/>
    <w:rsid w:val="00326525"/>
    <w:rsid w:val="00326C4B"/>
    <w:rsid w:val="0032780C"/>
    <w:rsid w:val="003300A0"/>
    <w:rsid w:val="003303D0"/>
    <w:rsid w:val="00331927"/>
    <w:rsid w:val="00331952"/>
    <w:rsid w:val="00331A34"/>
    <w:rsid w:val="00331C1F"/>
    <w:rsid w:val="00331DB2"/>
    <w:rsid w:val="0033264A"/>
    <w:rsid w:val="00332AB8"/>
    <w:rsid w:val="00332B8D"/>
    <w:rsid w:val="00332BA2"/>
    <w:rsid w:val="00332EA4"/>
    <w:rsid w:val="00332ECA"/>
    <w:rsid w:val="00333413"/>
    <w:rsid w:val="00333782"/>
    <w:rsid w:val="00333F23"/>
    <w:rsid w:val="00334008"/>
    <w:rsid w:val="00334113"/>
    <w:rsid w:val="003342B4"/>
    <w:rsid w:val="00334787"/>
    <w:rsid w:val="00334E12"/>
    <w:rsid w:val="00334EB2"/>
    <w:rsid w:val="003355BA"/>
    <w:rsid w:val="00335869"/>
    <w:rsid w:val="00335CF4"/>
    <w:rsid w:val="00335F87"/>
    <w:rsid w:val="003362C4"/>
    <w:rsid w:val="003366AF"/>
    <w:rsid w:val="00337943"/>
    <w:rsid w:val="003405B4"/>
    <w:rsid w:val="003409AE"/>
    <w:rsid w:val="00340B85"/>
    <w:rsid w:val="0034101D"/>
    <w:rsid w:val="00341080"/>
    <w:rsid w:val="0034186C"/>
    <w:rsid w:val="00341C5E"/>
    <w:rsid w:val="00341E26"/>
    <w:rsid w:val="003428F0"/>
    <w:rsid w:val="003447F7"/>
    <w:rsid w:val="00344C21"/>
    <w:rsid w:val="003452F0"/>
    <w:rsid w:val="0034659F"/>
    <w:rsid w:val="003466B3"/>
    <w:rsid w:val="00346C43"/>
    <w:rsid w:val="00350097"/>
    <w:rsid w:val="003517FD"/>
    <w:rsid w:val="003518E8"/>
    <w:rsid w:val="00351D21"/>
    <w:rsid w:val="00352058"/>
    <w:rsid w:val="0035291D"/>
    <w:rsid w:val="0035417F"/>
    <w:rsid w:val="0035432C"/>
    <w:rsid w:val="003551E1"/>
    <w:rsid w:val="00355CA9"/>
    <w:rsid w:val="00356DBF"/>
    <w:rsid w:val="00357962"/>
    <w:rsid w:val="0036072F"/>
    <w:rsid w:val="00360CA3"/>
    <w:rsid w:val="00361A56"/>
    <w:rsid w:val="00361A7F"/>
    <w:rsid w:val="00361C4C"/>
    <w:rsid w:val="00361D3E"/>
    <w:rsid w:val="00361F72"/>
    <w:rsid w:val="00362A98"/>
    <w:rsid w:val="0036342B"/>
    <w:rsid w:val="0036352A"/>
    <w:rsid w:val="0036374F"/>
    <w:rsid w:val="003639F0"/>
    <w:rsid w:val="00363B67"/>
    <w:rsid w:val="00363D3C"/>
    <w:rsid w:val="00364FED"/>
    <w:rsid w:val="003652D9"/>
    <w:rsid w:val="00366CBA"/>
    <w:rsid w:val="003671D7"/>
    <w:rsid w:val="0036773F"/>
    <w:rsid w:val="003677A3"/>
    <w:rsid w:val="0036791A"/>
    <w:rsid w:val="003710A2"/>
    <w:rsid w:val="003718C5"/>
    <w:rsid w:val="00371C1F"/>
    <w:rsid w:val="00371E95"/>
    <w:rsid w:val="00371EAA"/>
    <w:rsid w:val="003722F0"/>
    <w:rsid w:val="003725CB"/>
    <w:rsid w:val="00372600"/>
    <w:rsid w:val="00372960"/>
    <w:rsid w:val="00372ACB"/>
    <w:rsid w:val="003739D7"/>
    <w:rsid w:val="00374476"/>
    <w:rsid w:val="0037470F"/>
    <w:rsid w:val="003748B6"/>
    <w:rsid w:val="00374B59"/>
    <w:rsid w:val="003756B1"/>
    <w:rsid w:val="00375AA7"/>
    <w:rsid w:val="00375AC7"/>
    <w:rsid w:val="00375B14"/>
    <w:rsid w:val="00376090"/>
    <w:rsid w:val="003760CE"/>
    <w:rsid w:val="00376580"/>
    <w:rsid w:val="0037704B"/>
    <w:rsid w:val="00377A1B"/>
    <w:rsid w:val="00380376"/>
    <w:rsid w:val="00380899"/>
    <w:rsid w:val="00380AFC"/>
    <w:rsid w:val="00380D71"/>
    <w:rsid w:val="00381447"/>
    <w:rsid w:val="00381CF3"/>
    <w:rsid w:val="00381D08"/>
    <w:rsid w:val="00382F67"/>
    <w:rsid w:val="00383DE8"/>
    <w:rsid w:val="00384704"/>
    <w:rsid w:val="00386FB9"/>
    <w:rsid w:val="00387531"/>
    <w:rsid w:val="003876F8"/>
    <w:rsid w:val="003904F5"/>
    <w:rsid w:val="0039060A"/>
    <w:rsid w:val="0039065E"/>
    <w:rsid w:val="003906C6"/>
    <w:rsid w:val="00390A55"/>
    <w:rsid w:val="00390D18"/>
    <w:rsid w:val="0039118B"/>
    <w:rsid w:val="00392398"/>
    <w:rsid w:val="003923D3"/>
    <w:rsid w:val="003924D9"/>
    <w:rsid w:val="003935F6"/>
    <w:rsid w:val="00394965"/>
    <w:rsid w:val="00395797"/>
    <w:rsid w:val="003957ED"/>
    <w:rsid w:val="00395DC3"/>
    <w:rsid w:val="00396706"/>
    <w:rsid w:val="003977BD"/>
    <w:rsid w:val="00397BAC"/>
    <w:rsid w:val="003A199C"/>
    <w:rsid w:val="003A2B10"/>
    <w:rsid w:val="003A2DA6"/>
    <w:rsid w:val="003A2E0C"/>
    <w:rsid w:val="003A4451"/>
    <w:rsid w:val="003A538B"/>
    <w:rsid w:val="003A5F8B"/>
    <w:rsid w:val="003A78D1"/>
    <w:rsid w:val="003A790D"/>
    <w:rsid w:val="003B04D3"/>
    <w:rsid w:val="003B0B21"/>
    <w:rsid w:val="003B0DBC"/>
    <w:rsid w:val="003B1139"/>
    <w:rsid w:val="003B1404"/>
    <w:rsid w:val="003B178E"/>
    <w:rsid w:val="003B1EAC"/>
    <w:rsid w:val="003B2BCA"/>
    <w:rsid w:val="003B3BD4"/>
    <w:rsid w:val="003B4182"/>
    <w:rsid w:val="003B473A"/>
    <w:rsid w:val="003B491F"/>
    <w:rsid w:val="003B5AE4"/>
    <w:rsid w:val="003B5D25"/>
    <w:rsid w:val="003B60D7"/>
    <w:rsid w:val="003B67B9"/>
    <w:rsid w:val="003B684F"/>
    <w:rsid w:val="003B7B02"/>
    <w:rsid w:val="003B7B3E"/>
    <w:rsid w:val="003B7BA8"/>
    <w:rsid w:val="003B7E2F"/>
    <w:rsid w:val="003C0A4B"/>
    <w:rsid w:val="003C117C"/>
    <w:rsid w:val="003C1A06"/>
    <w:rsid w:val="003C1EFE"/>
    <w:rsid w:val="003C205C"/>
    <w:rsid w:val="003C2625"/>
    <w:rsid w:val="003C2AD7"/>
    <w:rsid w:val="003C3337"/>
    <w:rsid w:val="003C35EC"/>
    <w:rsid w:val="003C4144"/>
    <w:rsid w:val="003C4AED"/>
    <w:rsid w:val="003C538A"/>
    <w:rsid w:val="003C5993"/>
    <w:rsid w:val="003C5E14"/>
    <w:rsid w:val="003C5E58"/>
    <w:rsid w:val="003C6E33"/>
    <w:rsid w:val="003C6E62"/>
    <w:rsid w:val="003C6EED"/>
    <w:rsid w:val="003C7210"/>
    <w:rsid w:val="003C77F3"/>
    <w:rsid w:val="003C7934"/>
    <w:rsid w:val="003D0A03"/>
    <w:rsid w:val="003D100E"/>
    <w:rsid w:val="003D14AD"/>
    <w:rsid w:val="003D1F75"/>
    <w:rsid w:val="003D2B1D"/>
    <w:rsid w:val="003D2D57"/>
    <w:rsid w:val="003D312C"/>
    <w:rsid w:val="003D3275"/>
    <w:rsid w:val="003D35BE"/>
    <w:rsid w:val="003D35C0"/>
    <w:rsid w:val="003D37C5"/>
    <w:rsid w:val="003D45AD"/>
    <w:rsid w:val="003D4926"/>
    <w:rsid w:val="003D4BB6"/>
    <w:rsid w:val="003D4C3D"/>
    <w:rsid w:val="003D536B"/>
    <w:rsid w:val="003D5571"/>
    <w:rsid w:val="003D5B50"/>
    <w:rsid w:val="003D5EA0"/>
    <w:rsid w:val="003D60E9"/>
    <w:rsid w:val="003D6F93"/>
    <w:rsid w:val="003D72E0"/>
    <w:rsid w:val="003D7AB8"/>
    <w:rsid w:val="003E0298"/>
    <w:rsid w:val="003E0889"/>
    <w:rsid w:val="003E1255"/>
    <w:rsid w:val="003E1B5F"/>
    <w:rsid w:val="003E33B4"/>
    <w:rsid w:val="003E397D"/>
    <w:rsid w:val="003E482C"/>
    <w:rsid w:val="003E4837"/>
    <w:rsid w:val="003E5D8B"/>
    <w:rsid w:val="003E75A7"/>
    <w:rsid w:val="003E777D"/>
    <w:rsid w:val="003E7796"/>
    <w:rsid w:val="003E7D01"/>
    <w:rsid w:val="003F0122"/>
    <w:rsid w:val="003F0B63"/>
    <w:rsid w:val="003F1069"/>
    <w:rsid w:val="003F13AD"/>
    <w:rsid w:val="003F3382"/>
    <w:rsid w:val="003F3899"/>
    <w:rsid w:val="003F38F8"/>
    <w:rsid w:val="003F40DF"/>
    <w:rsid w:val="003F460D"/>
    <w:rsid w:val="003F4BCD"/>
    <w:rsid w:val="003F4EA4"/>
    <w:rsid w:val="003F4EB6"/>
    <w:rsid w:val="003F578C"/>
    <w:rsid w:val="003F5AED"/>
    <w:rsid w:val="003F6176"/>
    <w:rsid w:val="003F61C3"/>
    <w:rsid w:val="003F69F2"/>
    <w:rsid w:val="003F6AB1"/>
    <w:rsid w:val="003F7323"/>
    <w:rsid w:val="003F738E"/>
    <w:rsid w:val="003F77E5"/>
    <w:rsid w:val="00400B05"/>
    <w:rsid w:val="00400D4A"/>
    <w:rsid w:val="0040171C"/>
    <w:rsid w:val="004019E7"/>
    <w:rsid w:val="00401D72"/>
    <w:rsid w:val="00401F9E"/>
    <w:rsid w:val="004022B6"/>
    <w:rsid w:val="0040239D"/>
    <w:rsid w:val="00403874"/>
    <w:rsid w:val="0040497F"/>
    <w:rsid w:val="00404FD4"/>
    <w:rsid w:val="00405436"/>
    <w:rsid w:val="004054C8"/>
    <w:rsid w:val="0040626C"/>
    <w:rsid w:val="0040628F"/>
    <w:rsid w:val="00406BFA"/>
    <w:rsid w:val="00407239"/>
    <w:rsid w:val="0041045B"/>
    <w:rsid w:val="00410AA0"/>
    <w:rsid w:val="00411750"/>
    <w:rsid w:val="00412209"/>
    <w:rsid w:val="00412343"/>
    <w:rsid w:val="00412C93"/>
    <w:rsid w:val="00412C9B"/>
    <w:rsid w:val="0041329D"/>
    <w:rsid w:val="00413338"/>
    <w:rsid w:val="004139BB"/>
    <w:rsid w:val="00413A82"/>
    <w:rsid w:val="004141ED"/>
    <w:rsid w:val="00416178"/>
    <w:rsid w:val="00416A98"/>
    <w:rsid w:val="00417744"/>
    <w:rsid w:val="004201EE"/>
    <w:rsid w:val="00420864"/>
    <w:rsid w:val="00420D4D"/>
    <w:rsid w:val="00421404"/>
    <w:rsid w:val="00421650"/>
    <w:rsid w:val="004218B2"/>
    <w:rsid w:val="00422327"/>
    <w:rsid w:val="00423915"/>
    <w:rsid w:val="00423B52"/>
    <w:rsid w:val="00423C5A"/>
    <w:rsid w:val="00423E91"/>
    <w:rsid w:val="00423F29"/>
    <w:rsid w:val="00423F5F"/>
    <w:rsid w:val="004249AA"/>
    <w:rsid w:val="00424AAF"/>
    <w:rsid w:val="004252B3"/>
    <w:rsid w:val="00425B06"/>
    <w:rsid w:val="00425C95"/>
    <w:rsid w:val="004269F3"/>
    <w:rsid w:val="0042721C"/>
    <w:rsid w:val="004279DE"/>
    <w:rsid w:val="00430ABD"/>
    <w:rsid w:val="00431655"/>
    <w:rsid w:val="00431BAE"/>
    <w:rsid w:val="00431F34"/>
    <w:rsid w:val="00432902"/>
    <w:rsid w:val="00432B2A"/>
    <w:rsid w:val="00432C80"/>
    <w:rsid w:val="00432E6D"/>
    <w:rsid w:val="00433310"/>
    <w:rsid w:val="0043356D"/>
    <w:rsid w:val="0043420B"/>
    <w:rsid w:val="004344E9"/>
    <w:rsid w:val="004347C4"/>
    <w:rsid w:val="00434864"/>
    <w:rsid w:val="00435020"/>
    <w:rsid w:val="004353DF"/>
    <w:rsid w:val="00435E18"/>
    <w:rsid w:val="004369D4"/>
    <w:rsid w:val="0043736F"/>
    <w:rsid w:val="004376FB"/>
    <w:rsid w:val="00437813"/>
    <w:rsid w:val="0044003F"/>
    <w:rsid w:val="0044024B"/>
    <w:rsid w:val="0044038F"/>
    <w:rsid w:val="00440EC3"/>
    <w:rsid w:val="00440F22"/>
    <w:rsid w:val="00441306"/>
    <w:rsid w:val="004414AA"/>
    <w:rsid w:val="0044178E"/>
    <w:rsid w:val="00441B4E"/>
    <w:rsid w:val="00441CAF"/>
    <w:rsid w:val="004424FC"/>
    <w:rsid w:val="0044387E"/>
    <w:rsid w:val="004440D7"/>
    <w:rsid w:val="00444257"/>
    <w:rsid w:val="004443FC"/>
    <w:rsid w:val="00444F1C"/>
    <w:rsid w:val="004452B1"/>
    <w:rsid w:val="004455A1"/>
    <w:rsid w:val="00445990"/>
    <w:rsid w:val="00446393"/>
    <w:rsid w:val="00450051"/>
    <w:rsid w:val="0045128B"/>
    <w:rsid w:val="004517FB"/>
    <w:rsid w:val="00451CDC"/>
    <w:rsid w:val="00451D76"/>
    <w:rsid w:val="00452392"/>
    <w:rsid w:val="004525FF"/>
    <w:rsid w:val="00454E31"/>
    <w:rsid w:val="00455E70"/>
    <w:rsid w:val="00456BC8"/>
    <w:rsid w:val="0046187C"/>
    <w:rsid w:val="0046235D"/>
    <w:rsid w:val="00462C21"/>
    <w:rsid w:val="004631A6"/>
    <w:rsid w:val="00463B43"/>
    <w:rsid w:val="00463E74"/>
    <w:rsid w:val="00463EA2"/>
    <w:rsid w:val="00463ECE"/>
    <w:rsid w:val="00463F0A"/>
    <w:rsid w:val="0046418A"/>
    <w:rsid w:val="00464CBB"/>
    <w:rsid w:val="00464DD0"/>
    <w:rsid w:val="004653E0"/>
    <w:rsid w:val="004658AB"/>
    <w:rsid w:val="004661C7"/>
    <w:rsid w:val="0046640E"/>
    <w:rsid w:val="0046697F"/>
    <w:rsid w:val="004673BA"/>
    <w:rsid w:val="00467520"/>
    <w:rsid w:val="00467841"/>
    <w:rsid w:val="00467A62"/>
    <w:rsid w:val="00467B0A"/>
    <w:rsid w:val="00470A76"/>
    <w:rsid w:val="00470E4D"/>
    <w:rsid w:val="00470FDF"/>
    <w:rsid w:val="00472CAB"/>
    <w:rsid w:val="00473086"/>
    <w:rsid w:val="00473202"/>
    <w:rsid w:val="0047342C"/>
    <w:rsid w:val="00473642"/>
    <w:rsid w:val="00473698"/>
    <w:rsid w:val="004738C3"/>
    <w:rsid w:val="00473C55"/>
    <w:rsid w:val="00474148"/>
    <w:rsid w:val="00474177"/>
    <w:rsid w:val="0047452F"/>
    <w:rsid w:val="0047469C"/>
    <w:rsid w:val="00475553"/>
    <w:rsid w:val="00475834"/>
    <w:rsid w:val="00477879"/>
    <w:rsid w:val="00477D2D"/>
    <w:rsid w:val="004800D7"/>
    <w:rsid w:val="00480AB3"/>
    <w:rsid w:val="00481221"/>
    <w:rsid w:val="00481F82"/>
    <w:rsid w:val="00482224"/>
    <w:rsid w:val="00482FE3"/>
    <w:rsid w:val="004839B3"/>
    <w:rsid w:val="0048467C"/>
    <w:rsid w:val="004846F8"/>
    <w:rsid w:val="00484B8E"/>
    <w:rsid w:val="00485F15"/>
    <w:rsid w:val="00485F43"/>
    <w:rsid w:val="00486C82"/>
    <w:rsid w:val="0048796A"/>
    <w:rsid w:val="004901A1"/>
    <w:rsid w:val="00490C8D"/>
    <w:rsid w:val="004912DD"/>
    <w:rsid w:val="00491936"/>
    <w:rsid w:val="00491B80"/>
    <w:rsid w:val="004923D2"/>
    <w:rsid w:val="004929F8"/>
    <w:rsid w:val="00493C35"/>
    <w:rsid w:val="00493FD6"/>
    <w:rsid w:val="00494058"/>
    <w:rsid w:val="0049467D"/>
    <w:rsid w:val="00494CEE"/>
    <w:rsid w:val="0049564F"/>
    <w:rsid w:val="00495A3A"/>
    <w:rsid w:val="00495C42"/>
    <w:rsid w:val="0049650A"/>
    <w:rsid w:val="00496C37"/>
    <w:rsid w:val="00497048"/>
    <w:rsid w:val="00497719"/>
    <w:rsid w:val="004A0805"/>
    <w:rsid w:val="004A0D22"/>
    <w:rsid w:val="004A103A"/>
    <w:rsid w:val="004A11C1"/>
    <w:rsid w:val="004A11E1"/>
    <w:rsid w:val="004A1219"/>
    <w:rsid w:val="004A12D1"/>
    <w:rsid w:val="004A1589"/>
    <w:rsid w:val="004A1B45"/>
    <w:rsid w:val="004A2801"/>
    <w:rsid w:val="004A35AA"/>
    <w:rsid w:val="004A3AE6"/>
    <w:rsid w:val="004A3B36"/>
    <w:rsid w:val="004A5EBD"/>
    <w:rsid w:val="004A6FCE"/>
    <w:rsid w:val="004A7608"/>
    <w:rsid w:val="004A7871"/>
    <w:rsid w:val="004A79A3"/>
    <w:rsid w:val="004A7B59"/>
    <w:rsid w:val="004B0217"/>
    <w:rsid w:val="004B0CC6"/>
    <w:rsid w:val="004B145D"/>
    <w:rsid w:val="004B1554"/>
    <w:rsid w:val="004B27A1"/>
    <w:rsid w:val="004B294B"/>
    <w:rsid w:val="004B2C42"/>
    <w:rsid w:val="004B39B8"/>
    <w:rsid w:val="004B3B1E"/>
    <w:rsid w:val="004B4CE1"/>
    <w:rsid w:val="004B5C40"/>
    <w:rsid w:val="004B634F"/>
    <w:rsid w:val="004B65AF"/>
    <w:rsid w:val="004B759B"/>
    <w:rsid w:val="004B7667"/>
    <w:rsid w:val="004C0B45"/>
    <w:rsid w:val="004C0E3D"/>
    <w:rsid w:val="004C0E58"/>
    <w:rsid w:val="004C0FB8"/>
    <w:rsid w:val="004C12D1"/>
    <w:rsid w:val="004C2A02"/>
    <w:rsid w:val="004C3AE0"/>
    <w:rsid w:val="004C43CA"/>
    <w:rsid w:val="004C47B5"/>
    <w:rsid w:val="004C4A50"/>
    <w:rsid w:val="004C4E02"/>
    <w:rsid w:val="004C4E6C"/>
    <w:rsid w:val="004C5371"/>
    <w:rsid w:val="004C57F2"/>
    <w:rsid w:val="004C5958"/>
    <w:rsid w:val="004C6438"/>
    <w:rsid w:val="004C692D"/>
    <w:rsid w:val="004C69F9"/>
    <w:rsid w:val="004C7160"/>
    <w:rsid w:val="004C7F96"/>
    <w:rsid w:val="004D012B"/>
    <w:rsid w:val="004D041A"/>
    <w:rsid w:val="004D2759"/>
    <w:rsid w:val="004D289D"/>
    <w:rsid w:val="004D2F1F"/>
    <w:rsid w:val="004D3267"/>
    <w:rsid w:val="004D3BF8"/>
    <w:rsid w:val="004D3F07"/>
    <w:rsid w:val="004D3FB4"/>
    <w:rsid w:val="004D5DEF"/>
    <w:rsid w:val="004D61E3"/>
    <w:rsid w:val="004D623F"/>
    <w:rsid w:val="004D65C9"/>
    <w:rsid w:val="004D6739"/>
    <w:rsid w:val="004D68C2"/>
    <w:rsid w:val="004D70D8"/>
    <w:rsid w:val="004D7D82"/>
    <w:rsid w:val="004E01F5"/>
    <w:rsid w:val="004E09A9"/>
    <w:rsid w:val="004E0F97"/>
    <w:rsid w:val="004E1184"/>
    <w:rsid w:val="004E2176"/>
    <w:rsid w:val="004E2495"/>
    <w:rsid w:val="004E2663"/>
    <w:rsid w:val="004E2DB6"/>
    <w:rsid w:val="004E314E"/>
    <w:rsid w:val="004E3C5E"/>
    <w:rsid w:val="004E47E9"/>
    <w:rsid w:val="004E5204"/>
    <w:rsid w:val="004E56CA"/>
    <w:rsid w:val="004E59FD"/>
    <w:rsid w:val="004E5A76"/>
    <w:rsid w:val="004E5C4E"/>
    <w:rsid w:val="004E6185"/>
    <w:rsid w:val="004E61E5"/>
    <w:rsid w:val="004E65B2"/>
    <w:rsid w:val="004E6C3B"/>
    <w:rsid w:val="004E7396"/>
    <w:rsid w:val="004E75B8"/>
    <w:rsid w:val="004E7633"/>
    <w:rsid w:val="004E7D63"/>
    <w:rsid w:val="004E7E49"/>
    <w:rsid w:val="004F054E"/>
    <w:rsid w:val="004F058E"/>
    <w:rsid w:val="004F0E6F"/>
    <w:rsid w:val="004F0FA3"/>
    <w:rsid w:val="004F17B5"/>
    <w:rsid w:val="004F1A4B"/>
    <w:rsid w:val="004F1EC3"/>
    <w:rsid w:val="004F29CE"/>
    <w:rsid w:val="004F2D4B"/>
    <w:rsid w:val="004F3F5F"/>
    <w:rsid w:val="004F422F"/>
    <w:rsid w:val="004F51F3"/>
    <w:rsid w:val="004F5A49"/>
    <w:rsid w:val="004F754C"/>
    <w:rsid w:val="00500266"/>
    <w:rsid w:val="00500854"/>
    <w:rsid w:val="005016A7"/>
    <w:rsid w:val="00501CCE"/>
    <w:rsid w:val="00502683"/>
    <w:rsid w:val="00503DBA"/>
    <w:rsid w:val="00505D85"/>
    <w:rsid w:val="005064BD"/>
    <w:rsid w:val="00506D7F"/>
    <w:rsid w:val="00506FF9"/>
    <w:rsid w:val="005076C6"/>
    <w:rsid w:val="00507863"/>
    <w:rsid w:val="00510561"/>
    <w:rsid w:val="00510967"/>
    <w:rsid w:val="00511489"/>
    <w:rsid w:val="00511824"/>
    <w:rsid w:val="0051188F"/>
    <w:rsid w:val="00512291"/>
    <w:rsid w:val="005132C8"/>
    <w:rsid w:val="00513499"/>
    <w:rsid w:val="00513C22"/>
    <w:rsid w:val="00513E97"/>
    <w:rsid w:val="005140BC"/>
    <w:rsid w:val="005143C9"/>
    <w:rsid w:val="00514AA4"/>
    <w:rsid w:val="0051509E"/>
    <w:rsid w:val="0051529D"/>
    <w:rsid w:val="00517DA3"/>
    <w:rsid w:val="00520C9A"/>
    <w:rsid w:val="00520ED6"/>
    <w:rsid w:val="00520FB1"/>
    <w:rsid w:val="00521004"/>
    <w:rsid w:val="00521296"/>
    <w:rsid w:val="00521719"/>
    <w:rsid w:val="005220D9"/>
    <w:rsid w:val="00523190"/>
    <w:rsid w:val="00523B1A"/>
    <w:rsid w:val="0052409F"/>
    <w:rsid w:val="0052410F"/>
    <w:rsid w:val="005247F0"/>
    <w:rsid w:val="0052504D"/>
    <w:rsid w:val="00525B29"/>
    <w:rsid w:val="00525F7B"/>
    <w:rsid w:val="00526CF3"/>
    <w:rsid w:val="00527061"/>
    <w:rsid w:val="00527260"/>
    <w:rsid w:val="00527A51"/>
    <w:rsid w:val="00530433"/>
    <w:rsid w:val="00531006"/>
    <w:rsid w:val="00531710"/>
    <w:rsid w:val="00531A25"/>
    <w:rsid w:val="00532713"/>
    <w:rsid w:val="00532D9E"/>
    <w:rsid w:val="00533FA1"/>
    <w:rsid w:val="00534FAC"/>
    <w:rsid w:val="005351DD"/>
    <w:rsid w:val="00535831"/>
    <w:rsid w:val="005367A1"/>
    <w:rsid w:val="00536D15"/>
    <w:rsid w:val="00536E38"/>
    <w:rsid w:val="00537705"/>
    <w:rsid w:val="00537C5E"/>
    <w:rsid w:val="00540779"/>
    <w:rsid w:val="005414F9"/>
    <w:rsid w:val="005421BE"/>
    <w:rsid w:val="005430A7"/>
    <w:rsid w:val="00543510"/>
    <w:rsid w:val="00544215"/>
    <w:rsid w:val="005447DD"/>
    <w:rsid w:val="00544CEF"/>
    <w:rsid w:val="00545123"/>
    <w:rsid w:val="005459A1"/>
    <w:rsid w:val="00545ADE"/>
    <w:rsid w:val="00546416"/>
    <w:rsid w:val="005468A9"/>
    <w:rsid w:val="00547A8B"/>
    <w:rsid w:val="0055076E"/>
    <w:rsid w:val="0055079A"/>
    <w:rsid w:val="005511B5"/>
    <w:rsid w:val="00552098"/>
    <w:rsid w:val="005523AF"/>
    <w:rsid w:val="005527F5"/>
    <w:rsid w:val="00552E4A"/>
    <w:rsid w:val="00552F0B"/>
    <w:rsid w:val="005537AB"/>
    <w:rsid w:val="00553991"/>
    <w:rsid w:val="0055444F"/>
    <w:rsid w:val="0055477D"/>
    <w:rsid w:val="005548E9"/>
    <w:rsid w:val="00554D63"/>
    <w:rsid w:val="00555137"/>
    <w:rsid w:val="00555147"/>
    <w:rsid w:val="00555698"/>
    <w:rsid w:val="00556509"/>
    <w:rsid w:val="005576C3"/>
    <w:rsid w:val="005601CF"/>
    <w:rsid w:val="005606F2"/>
    <w:rsid w:val="0056130E"/>
    <w:rsid w:val="005613CE"/>
    <w:rsid w:val="005619F4"/>
    <w:rsid w:val="00561D72"/>
    <w:rsid w:val="00562186"/>
    <w:rsid w:val="00562607"/>
    <w:rsid w:val="00562621"/>
    <w:rsid w:val="0056264A"/>
    <w:rsid w:val="00562D36"/>
    <w:rsid w:val="00563238"/>
    <w:rsid w:val="00564250"/>
    <w:rsid w:val="005645A0"/>
    <w:rsid w:val="00566161"/>
    <w:rsid w:val="005661A9"/>
    <w:rsid w:val="00566EA4"/>
    <w:rsid w:val="00566F36"/>
    <w:rsid w:val="005706D6"/>
    <w:rsid w:val="00571723"/>
    <w:rsid w:val="00571D90"/>
    <w:rsid w:val="00572B17"/>
    <w:rsid w:val="00572FF6"/>
    <w:rsid w:val="00573272"/>
    <w:rsid w:val="005740EB"/>
    <w:rsid w:val="00574795"/>
    <w:rsid w:val="00574A27"/>
    <w:rsid w:val="005755E9"/>
    <w:rsid w:val="005762F0"/>
    <w:rsid w:val="00576CAD"/>
    <w:rsid w:val="00576DB3"/>
    <w:rsid w:val="00577119"/>
    <w:rsid w:val="005771DC"/>
    <w:rsid w:val="00577682"/>
    <w:rsid w:val="00577E9B"/>
    <w:rsid w:val="00577F59"/>
    <w:rsid w:val="00577FF7"/>
    <w:rsid w:val="005800CD"/>
    <w:rsid w:val="005800D2"/>
    <w:rsid w:val="005809A9"/>
    <w:rsid w:val="00580B64"/>
    <w:rsid w:val="00580EB1"/>
    <w:rsid w:val="0058173C"/>
    <w:rsid w:val="00581838"/>
    <w:rsid w:val="00583483"/>
    <w:rsid w:val="0058392A"/>
    <w:rsid w:val="00583BA8"/>
    <w:rsid w:val="00583FD4"/>
    <w:rsid w:val="00584781"/>
    <w:rsid w:val="005848C1"/>
    <w:rsid w:val="00584C92"/>
    <w:rsid w:val="005854EE"/>
    <w:rsid w:val="00585B06"/>
    <w:rsid w:val="00585BD0"/>
    <w:rsid w:val="005867D3"/>
    <w:rsid w:val="00586A5C"/>
    <w:rsid w:val="00586BB3"/>
    <w:rsid w:val="0058750D"/>
    <w:rsid w:val="00587D2C"/>
    <w:rsid w:val="00587DFA"/>
    <w:rsid w:val="00591527"/>
    <w:rsid w:val="005917EA"/>
    <w:rsid w:val="00591A71"/>
    <w:rsid w:val="00591C98"/>
    <w:rsid w:val="0059208B"/>
    <w:rsid w:val="0059231E"/>
    <w:rsid w:val="005923ED"/>
    <w:rsid w:val="005931D9"/>
    <w:rsid w:val="00593293"/>
    <w:rsid w:val="00593EAE"/>
    <w:rsid w:val="005944EE"/>
    <w:rsid w:val="005948A5"/>
    <w:rsid w:val="00596624"/>
    <w:rsid w:val="00597239"/>
    <w:rsid w:val="005A067A"/>
    <w:rsid w:val="005A125B"/>
    <w:rsid w:val="005A1F27"/>
    <w:rsid w:val="005A288C"/>
    <w:rsid w:val="005A2C6E"/>
    <w:rsid w:val="005A33CF"/>
    <w:rsid w:val="005A4231"/>
    <w:rsid w:val="005A4680"/>
    <w:rsid w:val="005A4D4B"/>
    <w:rsid w:val="005A4EE4"/>
    <w:rsid w:val="005A60D7"/>
    <w:rsid w:val="005A6F58"/>
    <w:rsid w:val="005A7221"/>
    <w:rsid w:val="005A7A84"/>
    <w:rsid w:val="005A7E0A"/>
    <w:rsid w:val="005B028E"/>
    <w:rsid w:val="005B0827"/>
    <w:rsid w:val="005B0F32"/>
    <w:rsid w:val="005B1B7C"/>
    <w:rsid w:val="005B213A"/>
    <w:rsid w:val="005B36AC"/>
    <w:rsid w:val="005B3864"/>
    <w:rsid w:val="005B45C5"/>
    <w:rsid w:val="005B5BF8"/>
    <w:rsid w:val="005B5E4D"/>
    <w:rsid w:val="005B5EA2"/>
    <w:rsid w:val="005B6253"/>
    <w:rsid w:val="005B68D6"/>
    <w:rsid w:val="005B6E8A"/>
    <w:rsid w:val="005B7239"/>
    <w:rsid w:val="005B72EF"/>
    <w:rsid w:val="005B7568"/>
    <w:rsid w:val="005B7658"/>
    <w:rsid w:val="005B767C"/>
    <w:rsid w:val="005B7CF4"/>
    <w:rsid w:val="005C176C"/>
    <w:rsid w:val="005C1797"/>
    <w:rsid w:val="005C224D"/>
    <w:rsid w:val="005C28DE"/>
    <w:rsid w:val="005C2FD4"/>
    <w:rsid w:val="005C33E0"/>
    <w:rsid w:val="005C36D3"/>
    <w:rsid w:val="005C36F3"/>
    <w:rsid w:val="005C4DB0"/>
    <w:rsid w:val="005C520F"/>
    <w:rsid w:val="005C536F"/>
    <w:rsid w:val="005C5C16"/>
    <w:rsid w:val="005C611E"/>
    <w:rsid w:val="005C760F"/>
    <w:rsid w:val="005C7EDD"/>
    <w:rsid w:val="005D0186"/>
    <w:rsid w:val="005D036C"/>
    <w:rsid w:val="005D1887"/>
    <w:rsid w:val="005D1AE3"/>
    <w:rsid w:val="005D2BCD"/>
    <w:rsid w:val="005D369C"/>
    <w:rsid w:val="005D3AFB"/>
    <w:rsid w:val="005D45B0"/>
    <w:rsid w:val="005D548B"/>
    <w:rsid w:val="005D606C"/>
    <w:rsid w:val="005D66A5"/>
    <w:rsid w:val="005D681E"/>
    <w:rsid w:val="005D682F"/>
    <w:rsid w:val="005D6EF7"/>
    <w:rsid w:val="005D758D"/>
    <w:rsid w:val="005D767E"/>
    <w:rsid w:val="005D7A11"/>
    <w:rsid w:val="005D7C04"/>
    <w:rsid w:val="005E035F"/>
    <w:rsid w:val="005E03D5"/>
    <w:rsid w:val="005E0455"/>
    <w:rsid w:val="005E05BE"/>
    <w:rsid w:val="005E0C33"/>
    <w:rsid w:val="005E0CB4"/>
    <w:rsid w:val="005E18E2"/>
    <w:rsid w:val="005E1C27"/>
    <w:rsid w:val="005E1E60"/>
    <w:rsid w:val="005E1EAB"/>
    <w:rsid w:val="005E1F63"/>
    <w:rsid w:val="005E2704"/>
    <w:rsid w:val="005E2D4D"/>
    <w:rsid w:val="005E2FF3"/>
    <w:rsid w:val="005E37A9"/>
    <w:rsid w:val="005E3F8F"/>
    <w:rsid w:val="005E4478"/>
    <w:rsid w:val="005E46CC"/>
    <w:rsid w:val="005E4874"/>
    <w:rsid w:val="005E49E6"/>
    <w:rsid w:val="005E5E14"/>
    <w:rsid w:val="005E63F1"/>
    <w:rsid w:val="005E7369"/>
    <w:rsid w:val="005E78A9"/>
    <w:rsid w:val="005E79EA"/>
    <w:rsid w:val="005E7BD1"/>
    <w:rsid w:val="005E7F2F"/>
    <w:rsid w:val="005E7F91"/>
    <w:rsid w:val="005F01B6"/>
    <w:rsid w:val="005F0A5C"/>
    <w:rsid w:val="005F0D17"/>
    <w:rsid w:val="005F0DB8"/>
    <w:rsid w:val="005F1DB6"/>
    <w:rsid w:val="005F2D76"/>
    <w:rsid w:val="005F32AB"/>
    <w:rsid w:val="005F3A03"/>
    <w:rsid w:val="005F3E85"/>
    <w:rsid w:val="005F3F4B"/>
    <w:rsid w:val="005F4DAE"/>
    <w:rsid w:val="005F5077"/>
    <w:rsid w:val="005F5125"/>
    <w:rsid w:val="005F53E7"/>
    <w:rsid w:val="005F5DF1"/>
    <w:rsid w:val="005F6B41"/>
    <w:rsid w:val="005F6DDD"/>
    <w:rsid w:val="005F70EC"/>
    <w:rsid w:val="005F719A"/>
    <w:rsid w:val="005F71B8"/>
    <w:rsid w:val="005F78AF"/>
    <w:rsid w:val="00600748"/>
    <w:rsid w:val="00600A50"/>
    <w:rsid w:val="00600E3E"/>
    <w:rsid w:val="00601450"/>
    <w:rsid w:val="00601AFC"/>
    <w:rsid w:val="00601C40"/>
    <w:rsid w:val="00602662"/>
    <w:rsid w:val="00602953"/>
    <w:rsid w:val="00603B8D"/>
    <w:rsid w:val="00604452"/>
    <w:rsid w:val="00604FEB"/>
    <w:rsid w:val="00605636"/>
    <w:rsid w:val="00606428"/>
    <w:rsid w:val="006066A3"/>
    <w:rsid w:val="00606D41"/>
    <w:rsid w:val="00606F0C"/>
    <w:rsid w:val="006071AF"/>
    <w:rsid w:val="00607360"/>
    <w:rsid w:val="00607511"/>
    <w:rsid w:val="006075FD"/>
    <w:rsid w:val="00607A9B"/>
    <w:rsid w:val="00607F9E"/>
    <w:rsid w:val="006101C6"/>
    <w:rsid w:val="006102E1"/>
    <w:rsid w:val="00610BBD"/>
    <w:rsid w:val="00611DBD"/>
    <w:rsid w:val="006124F8"/>
    <w:rsid w:val="00612665"/>
    <w:rsid w:val="00612BF5"/>
    <w:rsid w:val="00613E81"/>
    <w:rsid w:val="00614D89"/>
    <w:rsid w:val="00615157"/>
    <w:rsid w:val="00615EB3"/>
    <w:rsid w:val="00615FC7"/>
    <w:rsid w:val="00616176"/>
    <w:rsid w:val="006161AE"/>
    <w:rsid w:val="00616F3F"/>
    <w:rsid w:val="00617120"/>
    <w:rsid w:val="0061720F"/>
    <w:rsid w:val="00617C72"/>
    <w:rsid w:val="0062070A"/>
    <w:rsid w:val="00620C3C"/>
    <w:rsid w:val="00620D81"/>
    <w:rsid w:val="00621A89"/>
    <w:rsid w:val="00621BA8"/>
    <w:rsid w:val="00621F66"/>
    <w:rsid w:val="006222EC"/>
    <w:rsid w:val="00622FAD"/>
    <w:rsid w:val="0062317E"/>
    <w:rsid w:val="006236B9"/>
    <w:rsid w:val="00623970"/>
    <w:rsid w:val="006246BD"/>
    <w:rsid w:val="0062499B"/>
    <w:rsid w:val="00624D9D"/>
    <w:rsid w:val="00625450"/>
    <w:rsid w:val="00626290"/>
    <w:rsid w:val="0062675A"/>
    <w:rsid w:val="00626E95"/>
    <w:rsid w:val="0062728B"/>
    <w:rsid w:val="00627742"/>
    <w:rsid w:val="0063001D"/>
    <w:rsid w:val="0063148A"/>
    <w:rsid w:val="00631A6F"/>
    <w:rsid w:val="00631C76"/>
    <w:rsid w:val="006322E0"/>
    <w:rsid w:val="0063249B"/>
    <w:rsid w:val="00632D8E"/>
    <w:rsid w:val="006330D7"/>
    <w:rsid w:val="006338A1"/>
    <w:rsid w:val="006338A9"/>
    <w:rsid w:val="00633B85"/>
    <w:rsid w:val="0063425F"/>
    <w:rsid w:val="00634667"/>
    <w:rsid w:val="006348BE"/>
    <w:rsid w:val="006355C7"/>
    <w:rsid w:val="00635A94"/>
    <w:rsid w:val="006363DA"/>
    <w:rsid w:val="00636464"/>
    <w:rsid w:val="00636D26"/>
    <w:rsid w:val="00636E47"/>
    <w:rsid w:val="006370DE"/>
    <w:rsid w:val="00637B7E"/>
    <w:rsid w:val="00637F31"/>
    <w:rsid w:val="0064025C"/>
    <w:rsid w:val="00640865"/>
    <w:rsid w:val="00641A2D"/>
    <w:rsid w:val="006422F1"/>
    <w:rsid w:val="00642662"/>
    <w:rsid w:val="00642960"/>
    <w:rsid w:val="006429FD"/>
    <w:rsid w:val="006433E0"/>
    <w:rsid w:val="006435A5"/>
    <w:rsid w:val="0064513E"/>
    <w:rsid w:val="00645794"/>
    <w:rsid w:val="00645B90"/>
    <w:rsid w:val="00645C4D"/>
    <w:rsid w:val="00645F58"/>
    <w:rsid w:val="00646692"/>
    <w:rsid w:val="006505ED"/>
    <w:rsid w:val="00650E01"/>
    <w:rsid w:val="006513BA"/>
    <w:rsid w:val="006515D8"/>
    <w:rsid w:val="00651610"/>
    <w:rsid w:val="0065163E"/>
    <w:rsid w:val="00651847"/>
    <w:rsid w:val="006518B5"/>
    <w:rsid w:val="00651B62"/>
    <w:rsid w:val="006528E6"/>
    <w:rsid w:val="00653470"/>
    <w:rsid w:val="00653685"/>
    <w:rsid w:val="00653749"/>
    <w:rsid w:val="00653752"/>
    <w:rsid w:val="00654104"/>
    <w:rsid w:val="0065471D"/>
    <w:rsid w:val="006556F2"/>
    <w:rsid w:val="00655BFA"/>
    <w:rsid w:val="0065608F"/>
    <w:rsid w:val="006562F9"/>
    <w:rsid w:val="00656600"/>
    <w:rsid w:val="006568D9"/>
    <w:rsid w:val="00656C3B"/>
    <w:rsid w:val="006575E6"/>
    <w:rsid w:val="0065768B"/>
    <w:rsid w:val="00657DD6"/>
    <w:rsid w:val="00657EED"/>
    <w:rsid w:val="006600BA"/>
    <w:rsid w:val="006616E5"/>
    <w:rsid w:val="00661A9E"/>
    <w:rsid w:val="006635AD"/>
    <w:rsid w:val="006638AD"/>
    <w:rsid w:val="006641D4"/>
    <w:rsid w:val="006642F0"/>
    <w:rsid w:val="0066438C"/>
    <w:rsid w:val="006643C6"/>
    <w:rsid w:val="00664525"/>
    <w:rsid w:val="006645AB"/>
    <w:rsid w:val="00664CB2"/>
    <w:rsid w:val="00664EC9"/>
    <w:rsid w:val="006650CC"/>
    <w:rsid w:val="006657DF"/>
    <w:rsid w:val="0066591A"/>
    <w:rsid w:val="00666B1A"/>
    <w:rsid w:val="00666B29"/>
    <w:rsid w:val="00666CFB"/>
    <w:rsid w:val="006670C3"/>
    <w:rsid w:val="00667F85"/>
    <w:rsid w:val="0067021C"/>
    <w:rsid w:val="006707DC"/>
    <w:rsid w:val="0067123A"/>
    <w:rsid w:val="006715A7"/>
    <w:rsid w:val="0067277D"/>
    <w:rsid w:val="00672D46"/>
    <w:rsid w:val="006741EA"/>
    <w:rsid w:val="0067445F"/>
    <w:rsid w:val="006745E1"/>
    <w:rsid w:val="0067484E"/>
    <w:rsid w:val="00674A1F"/>
    <w:rsid w:val="00674D4B"/>
    <w:rsid w:val="00674F1A"/>
    <w:rsid w:val="00675331"/>
    <w:rsid w:val="00675450"/>
    <w:rsid w:val="006758ED"/>
    <w:rsid w:val="00676323"/>
    <w:rsid w:val="006772A2"/>
    <w:rsid w:val="006800D6"/>
    <w:rsid w:val="0068084A"/>
    <w:rsid w:val="00681158"/>
    <w:rsid w:val="00682FD6"/>
    <w:rsid w:val="0068355A"/>
    <w:rsid w:val="00683C98"/>
    <w:rsid w:val="0068495A"/>
    <w:rsid w:val="006853F9"/>
    <w:rsid w:val="00685543"/>
    <w:rsid w:val="00687042"/>
    <w:rsid w:val="006872A1"/>
    <w:rsid w:val="006873F2"/>
    <w:rsid w:val="006909FF"/>
    <w:rsid w:val="00691084"/>
    <w:rsid w:val="00691452"/>
    <w:rsid w:val="00691464"/>
    <w:rsid w:val="006918EB"/>
    <w:rsid w:val="0069195C"/>
    <w:rsid w:val="00691C16"/>
    <w:rsid w:val="006929AA"/>
    <w:rsid w:val="00692DD7"/>
    <w:rsid w:val="0069322F"/>
    <w:rsid w:val="0069395E"/>
    <w:rsid w:val="006939C2"/>
    <w:rsid w:val="00693F2A"/>
    <w:rsid w:val="0069473D"/>
    <w:rsid w:val="0069487E"/>
    <w:rsid w:val="00694E53"/>
    <w:rsid w:val="006954B5"/>
    <w:rsid w:val="006957DB"/>
    <w:rsid w:val="0069670F"/>
    <w:rsid w:val="00696834"/>
    <w:rsid w:val="00696951"/>
    <w:rsid w:val="00696DD7"/>
    <w:rsid w:val="006976BB"/>
    <w:rsid w:val="006A1406"/>
    <w:rsid w:val="006A250A"/>
    <w:rsid w:val="006A3BBA"/>
    <w:rsid w:val="006A4486"/>
    <w:rsid w:val="006A4D59"/>
    <w:rsid w:val="006A5639"/>
    <w:rsid w:val="006B0021"/>
    <w:rsid w:val="006B02F3"/>
    <w:rsid w:val="006B0501"/>
    <w:rsid w:val="006B0F42"/>
    <w:rsid w:val="006B1141"/>
    <w:rsid w:val="006B1213"/>
    <w:rsid w:val="006B2051"/>
    <w:rsid w:val="006B21F9"/>
    <w:rsid w:val="006B2ACE"/>
    <w:rsid w:val="006B2EEC"/>
    <w:rsid w:val="006B43DE"/>
    <w:rsid w:val="006B45D2"/>
    <w:rsid w:val="006B47B1"/>
    <w:rsid w:val="006B5B4B"/>
    <w:rsid w:val="006B5F66"/>
    <w:rsid w:val="006B7386"/>
    <w:rsid w:val="006B7780"/>
    <w:rsid w:val="006B7A98"/>
    <w:rsid w:val="006C10A6"/>
    <w:rsid w:val="006C17FF"/>
    <w:rsid w:val="006C2BC8"/>
    <w:rsid w:val="006C2FEA"/>
    <w:rsid w:val="006C3377"/>
    <w:rsid w:val="006C340B"/>
    <w:rsid w:val="006C37BE"/>
    <w:rsid w:val="006C3C87"/>
    <w:rsid w:val="006C3F92"/>
    <w:rsid w:val="006C3FCB"/>
    <w:rsid w:val="006C4064"/>
    <w:rsid w:val="006C471D"/>
    <w:rsid w:val="006C493F"/>
    <w:rsid w:val="006C4DEE"/>
    <w:rsid w:val="006C5E5F"/>
    <w:rsid w:val="006C61C3"/>
    <w:rsid w:val="006C661C"/>
    <w:rsid w:val="006C66AC"/>
    <w:rsid w:val="006C66F4"/>
    <w:rsid w:val="006C671C"/>
    <w:rsid w:val="006C67F8"/>
    <w:rsid w:val="006C6853"/>
    <w:rsid w:val="006C689D"/>
    <w:rsid w:val="006C7779"/>
    <w:rsid w:val="006D0B31"/>
    <w:rsid w:val="006D18F1"/>
    <w:rsid w:val="006D1A98"/>
    <w:rsid w:val="006D24A2"/>
    <w:rsid w:val="006D2611"/>
    <w:rsid w:val="006D3230"/>
    <w:rsid w:val="006D4013"/>
    <w:rsid w:val="006D5F40"/>
    <w:rsid w:val="006D772F"/>
    <w:rsid w:val="006E0063"/>
    <w:rsid w:val="006E0EE6"/>
    <w:rsid w:val="006E1136"/>
    <w:rsid w:val="006E119E"/>
    <w:rsid w:val="006E11E6"/>
    <w:rsid w:val="006E1560"/>
    <w:rsid w:val="006E16F4"/>
    <w:rsid w:val="006E1E6A"/>
    <w:rsid w:val="006E1EF2"/>
    <w:rsid w:val="006E28D3"/>
    <w:rsid w:val="006E335B"/>
    <w:rsid w:val="006E3643"/>
    <w:rsid w:val="006E3940"/>
    <w:rsid w:val="006E4372"/>
    <w:rsid w:val="006E4780"/>
    <w:rsid w:val="006E4E72"/>
    <w:rsid w:val="006E62E2"/>
    <w:rsid w:val="006E64FA"/>
    <w:rsid w:val="006E73E3"/>
    <w:rsid w:val="006E78F7"/>
    <w:rsid w:val="006E79F4"/>
    <w:rsid w:val="006F014B"/>
    <w:rsid w:val="006F03BC"/>
    <w:rsid w:val="006F0965"/>
    <w:rsid w:val="006F1878"/>
    <w:rsid w:val="006F1CCD"/>
    <w:rsid w:val="006F25BE"/>
    <w:rsid w:val="006F2E2E"/>
    <w:rsid w:val="006F3471"/>
    <w:rsid w:val="006F3673"/>
    <w:rsid w:val="006F4034"/>
    <w:rsid w:val="006F4FD6"/>
    <w:rsid w:val="006F609C"/>
    <w:rsid w:val="006F66B8"/>
    <w:rsid w:val="006F69A1"/>
    <w:rsid w:val="006F6A31"/>
    <w:rsid w:val="006F6D3A"/>
    <w:rsid w:val="006F6DCF"/>
    <w:rsid w:val="006F6EEE"/>
    <w:rsid w:val="006F6F3D"/>
    <w:rsid w:val="006F72F8"/>
    <w:rsid w:val="006F7B3D"/>
    <w:rsid w:val="00701551"/>
    <w:rsid w:val="00701FCE"/>
    <w:rsid w:val="00702735"/>
    <w:rsid w:val="00702B74"/>
    <w:rsid w:val="00702DF4"/>
    <w:rsid w:val="00704049"/>
    <w:rsid w:val="007051B1"/>
    <w:rsid w:val="007055F9"/>
    <w:rsid w:val="00705909"/>
    <w:rsid w:val="00706320"/>
    <w:rsid w:val="0070698C"/>
    <w:rsid w:val="007075EF"/>
    <w:rsid w:val="007078A5"/>
    <w:rsid w:val="007106D5"/>
    <w:rsid w:val="007109BD"/>
    <w:rsid w:val="00710A6E"/>
    <w:rsid w:val="0071155A"/>
    <w:rsid w:val="007125AA"/>
    <w:rsid w:val="00712B78"/>
    <w:rsid w:val="0071319D"/>
    <w:rsid w:val="00713F79"/>
    <w:rsid w:val="0071491B"/>
    <w:rsid w:val="0071515B"/>
    <w:rsid w:val="007151EC"/>
    <w:rsid w:val="00715473"/>
    <w:rsid w:val="00716937"/>
    <w:rsid w:val="00716CC5"/>
    <w:rsid w:val="00716ECC"/>
    <w:rsid w:val="0071746D"/>
    <w:rsid w:val="00717518"/>
    <w:rsid w:val="00717F95"/>
    <w:rsid w:val="0072034F"/>
    <w:rsid w:val="00720E3C"/>
    <w:rsid w:val="00721D2F"/>
    <w:rsid w:val="007222AC"/>
    <w:rsid w:val="007222D4"/>
    <w:rsid w:val="007227BE"/>
    <w:rsid w:val="00722BCA"/>
    <w:rsid w:val="00723CAF"/>
    <w:rsid w:val="00723E3F"/>
    <w:rsid w:val="0072425B"/>
    <w:rsid w:val="0072433B"/>
    <w:rsid w:val="007245A7"/>
    <w:rsid w:val="00724C5F"/>
    <w:rsid w:val="007256F6"/>
    <w:rsid w:val="00725CF0"/>
    <w:rsid w:val="00726B1B"/>
    <w:rsid w:val="0072763E"/>
    <w:rsid w:val="00727B9C"/>
    <w:rsid w:val="00727ECD"/>
    <w:rsid w:val="00730AD9"/>
    <w:rsid w:val="00730DB1"/>
    <w:rsid w:val="007310CE"/>
    <w:rsid w:val="00731E2C"/>
    <w:rsid w:val="007320B1"/>
    <w:rsid w:val="00732157"/>
    <w:rsid w:val="007321FD"/>
    <w:rsid w:val="007350DD"/>
    <w:rsid w:val="00735E47"/>
    <w:rsid w:val="00736E55"/>
    <w:rsid w:val="00736FA6"/>
    <w:rsid w:val="00740533"/>
    <w:rsid w:val="00741EBC"/>
    <w:rsid w:val="0074232D"/>
    <w:rsid w:val="0074264F"/>
    <w:rsid w:val="00742C74"/>
    <w:rsid w:val="00743070"/>
    <w:rsid w:val="00743393"/>
    <w:rsid w:val="00743764"/>
    <w:rsid w:val="00743F6D"/>
    <w:rsid w:val="0074405B"/>
    <w:rsid w:val="007443EB"/>
    <w:rsid w:val="00744BE3"/>
    <w:rsid w:val="007450A3"/>
    <w:rsid w:val="00745610"/>
    <w:rsid w:val="007460E1"/>
    <w:rsid w:val="007478DB"/>
    <w:rsid w:val="00747A8A"/>
    <w:rsid w:val="00747D26"/>
    <w:rsid w:val="0075042F"/>
    <w:rsid w:val="00750668"/>
    <w:rsid w:val="0075190F"/>
    <w:rsid w:val="00751E8D"/>
    <w:rsid w:val="0075257F"/>
    <w:rsid w:val="00752699"/>
    <w:rsid w:val="00752E73"/>
    <w:rsid w:val="00753C85"/>
    <w:rsid w:val="00753F10"/>
    <w:rsid w:val="00754124"/>
    <w:rsid w:val="007542E4"/>
    <w:rsid w:val="00754311"/>
    <w:rsid w:val="007547D4"/>
    <w:rsid w:val="00755562"/>
    <w:rsid w:val="00755CAA"/>
    <w:rsid w:val="00755EE2"/>
    <w:rsid w:val="00756284"/>
    <w:rsid w:val="0075663A"/>
    <w:rsid w:val="00756D0E"/>
    <w:rsid w:val="00756D64"/>
    <w:rsid w:val="00757200"/>
    <w:rsid w:val="0075754D"/>
    <w:rsid w:val="00757717"/>
    <w:rsid w:val="00757ABC"/>
    <w:rsid w:val="007600D5"/>
    <w:rsid w:val="007606C7"/>
    <w:rsid w:val="0076077F"/>
    <w:rsid w:val="0076093E"/>
    <w:rsid w:val="0076094E"/>
    <w:rsid w:val="0076097E"/>
    <w:rsid w:val="007615D3"/>
    <w:rsid w:val="007619A5"/>
    <w:rsid w:val="00762A63"/>
    <w:rsid w:val="0076331A"/>
    <w:rsid w:val="00763588"/>
    <w:rsid w:val="0076371C"/>
    <w:rsid w:val="00763796"/>
    <w:rsid w:val="00763D25"/>
    <w:rsid w:val="00763E55"/>
    <w:rsid w:val="00763F8F"/>
    <w:rsid w:val="0076491A"/>
    <w:rsid w:val="00764CCF"/>
    <w:rsid w:val="00764D9C"/>
    <w:rsid w:val="00765307"/>
    <w:rsid w:val="007658B3"/>
    <w:rsid w:val="00766A97"/>
    <w:rsid w:val="00767588"/>
    <w:rsid w:val="00767805"/>
    <w:rsid w:val="007679AA"/>
    <w:rsid w:val="00770B2C"/>
    <w:rsid w:val="0077124E"/>
    <w:rsid w:val="00771EFE"/>
    <w:rsid w:val="0077267A"/>
    <w:rsid w:val="00772CA6"/>
    <w:rsid w:val="00772E98"/>
    <w:rsid w:val="007732DB"/>
    <w:rsid w:val="00773473"/>
    <w:rsid w:val="00773801"/>
    <w:rsid w:val="0077471F"/>
    <w:rsid w:val="007759D6"/>
    <w:rsid w:val="00775F52"/>
    <w:rsid w:val="0077601D"/>
    <w:rsid w:val="00776325"/>
    <w:rsid w:val="00776451"/>
    <w:rsid w:val="0077651D"/>
    <w:rsid w:val="00776C49"/>
    <w:rsid w:val="007803BD"/>
    <w:rsid w:val="00780F09"/>
    <w:rsid w:val="0078183B"/>
    <w:rsid w:val="00782037"/>
    <w:rsid w:val="00782207"/>
    <w:rsid w:val="007823E9"/>
    <w:rsid w:val="0078284A"/>
    <w:rsid w:val="007829F2"/>
    <w:rsid w:val="00783195"/>
    <w:rsid w:val="007841A9"/>
    <w:rsid w:val="0078474D"/>
    <w:rsid w:val="007847D8"/>
    <w:rsid w:val="00785839"/>
    <w:rsid w:val="00785D8F"/>
    <w:rsid w:val="00786114"/>
    <w:rsid w:val="00786198"/>
    <w:rsid w:val="0078691E"/>
    <w:rsid w:val="00787626"/>
    <w:rsid w:val="007877F2"/>
    <w:rsid w:val="00787D38"/>
    <w:rsid w:val="00787F0B"/>
    <w:rsid w:val="00787F65"/>
    <w:rsid w:val="007902DF"/>
    <w:rsid w:val="007912F4"/>
    <w:rsid w:val="007918DD"/>
    <w:rsid w:val="00792D88"/>
    <w:rsid w:val="007930ED"/>
    <w:rsid w:val="0079394D"/>
    <w:rsid w:val="00793E2D"/>
    <w:rsid w:val="00794529"/>
    <w:rsid w:val="007947B3"/>
    <w:rsid w:val="007952ED"/>
    <w:rsid w:val="007969B2"/>
    <w:rsid w:val="00797147"/>
    <w:rsid w:val="007976D7"/>
    <w:rsid w:val="007977E0"/>
    <w:rsid w:val="00797BF6"/>
    <w:rsid w:val="007A04B6"/>
    <w:rsid w:val="007A0CE0"/>
    <w:rsid w:val="007A16C7"/>
    <w:rsid w:val="007A308C"/>
    <w:rsid w:val="007A3926"/>
    <w:rsid w:val="007A398E"/>
    <w:rsid w:val="007A4071"/>
    <w:rsid w:val="007A4873"/>
    <w:rsid w:val="007A4A0B"/>
    <w:rsid w:val="007A5A3A"/>
    <w:rsid w:val="007A5C73"/>
    <w:rsid w:val="007A60DB"/>
    <w:rsid w:val="007A6526"/>
    <w:rsid w:val="007A66FF"/>
    <w:rsid w:val="007A6921"/>
    <w:rsid w:val="007A6F36"/>
    <w:rsid w:val="007A7221"/>
    <w:rsid w:val="007A73DD"/>
    <w:rsid w:val="007A780A"/>
    <w:rsid w:val="007A794B"/>
    <w:rsid w:val="007A7B08"/>
    <w:rsid w:val="007A7DEC"/>
    <w:rsid w:val="007B03F6"/>
    <w:rsid w:val="007B0569"/>
    <w:rsid w:val="007B07EE"/>
    <w:rsid w:val="007B0AB9"/>
    <w:rsid w:val="007B0FE1"/>
    <w:rsid w:val="007B17E1"/>
    <w:rsid w:val="007B20DE"/>
    <w:rsid w:val="007B28CC"/>
    <w:rsid w:val="007B2A06"/>
    <w:rsid w:val="007B2D6A"/>
    <w:rsid w:val="007B3DE7"/>
    <w:rsid w:val="007B411C"/>
    <w:rsid w:val="007B4206"/>
    <w:rsid w:val="007B42DA"/>
    <w:rsid w:val="007B4658"/>
    <w:rsid w:val="007B5A10"/>
    <w:rsid w:val="007B5D79"/>
    <w:rsid w:val="007B631C"/>
    <w:rsid w:val="007B7557"/>
    <w:rsid w:val="007B75C5"/>
    <w:rsid w:val="007B7B6A"/>
    <w:rsid w:val="007C0026"/>
    <w:rsid w:val="007C007D"/>
    <w:rsid w:val="007C0463"/>
    <w:rsid w:val="007C0A3C"/>
    <w:rsid w:val="007C1AB1"/>
    <w:rsid w:val="007C2F12"/>
    <w:rsid w:val="007C2F3F"/>
    <w:rsid w:val="007C3370"/>
    <w:rsid w:val="007C3A75"/>
    <w:rsid w:val="007C43DC"/>
    <w:rsid w:val="007C49C7"/>
    <w:rsid w:val="007C5A48"/>
    <w:rsid w:val="007C67B5"/>
    <w:rsid w:val="007C72EE"/>
    <w:rsid w:val="007C77AB"/>
    <w:rsid w:val="007C79C5"/>
    <w:rsid w:val="007C7A71"/>
    <w:rsid w:val="007C7C7D"/>
    <w:rsid w:val="007C7CFC"/>
    <w:rsid w:val="007D04D7"/>
    <w:rsid w:val="007D1AA1"/>
    <w:rsid w:val="007D2030"/>
    <w:rsid w:val="007D2885"/>
    <w:rsid w:val="007D3994"/>
    <w:rsid w:val="007D3EA0"/>
    <w:rsid w:val="007D444B"/>
    <w:rsid w:val="007D5086"/>
    <w:rsid w:val="007D5B8E"/>
    <w:rsid w:val="007D5E8D"/>
    <w:rsid w:val="007D5FCD"/>
    <w:rsid w:val="007D68A1"/>
    <w:rsid w:val="007D70A9"/>
    <w:rsid w:val="007D7253"/>
    <w:rsid w:val="007E03C6"/>
    <w:rsid w:val="007E36F6"/>
    <w:rsid w:val="007E3982"/>
    <w:rsid w:val="007E404F"/>
    <w:rsid w:val="007E413B"/>
    <w:rsid w:val="007E4397"/>
    <w:rsid w:val="007E4723"/>
    <w:rsid w:val="007E47E4"/>
    <w:rsid w:val="007E579B"/>
    <w:rsid w:val="007E5EE1"/>
    <w:rsid w:val="007E6DDA"/>
    <w:rsid w:val="007E6E5B"/>
    <w:rsid w:val="007E702E"/>
    <w:rsid w:val="007F0048"/>
    <w:rsid w:val="007F07C4"/>
    <w:rsid w:val="007F15A0"/>
    <w:rsid w:val="007F1DEB"/>
    <w:rsid w:val="007F2B3E"/>
    <w:rsid w:val="007F42DA"/>
    <w:rsid w:val="007F523C"/>
    <w:rsid w:val="007F56B1"/>
    <w:rsid w:val="007F5A9D"/>
    <w:rsid w:val="007F5E96"/>
    <w:rsid w:val="007F7507"/>
    <w:rsid w:val="007F7850"/>
    <w:rsid w:val="007F7A44"/>
    <w:rsid w:val="007F7A5E"/>
    <w:rsid w:val="00800255"/>
    <w:rsid w:val="008007DA"/>
    <w:rsid w:val="00801BA4"/>
    <w:rsid w:val="0080368C"/>
    <w:rsid w:val="008037E8"/>
    <w:rsid w:val="00803D3F"/>
    <w:rsid w:val="00804C09"/>
    <w:rsid w:val="008056E7"/>
    <w:rsid w:val="00805E6F"/>
    <w:rsid w:val="008063A2"/>
    <w:rsid w:val="00807647"/>
    <w:rsid w:val="008076B6"/>
    <w:rsid w:val="008101B9"/>
    <w:rsid w:val="0081025E"/>
    <w:rsid w:val="008109EF"/>
    <w:rsid w:val="008116DF"/>
    <w:rsid w:val="00811F17"/>
    <w:rsid w:val="00812515"/>
    <w:rsid w:val="00813338"/>
    <w:rsid w:val="00813AE7"/>
    <w:rsid w:val="00813F99"/>
    <w:rsid w:val="00814ABD"/>
    <w:rsid w:val="00814ED3"/>
    <w:rsid w:val="00815F91"/>
    <w:rsid w:val="00816641"/>
    <w:rsid w:val="0081679A"/>
    <w:rsid w:val="0081784D"/>
    <w:rsid w:val="00817B7B"/>
    <w:rsid w:val="00817D26"/>
    <w:rsid w:val="00820316"/>
    <w:rsid w:val="00820EE6"/>
    <w:rsid w:val="008213F2"/>
    <w:rsid w:val="00821457"/>
    <w:rsid w:val="00821799"/>
    <w:rsid w:val="008219B4"/>
    <w:rsid w:val="00821BBA"/>
    <w:rsid w:val="008220A9"/>
    <w:rsid w:val="00822E1A"/>
    <w:rsid w:val="00822FF4"/>
    <w:rsid w:val="00823070"/>
    <w:rsid w:val="00823104"/>
    <w:rsid w:val="0082369D"/>
    <w:rsid w:val="00823C6D"/>
    <w:rsid w:val="00823E4D"/>
    <w:rsid w:val="008252C6"/>
    <w:rsid w:val="0082559C"/>
    <w:rsid w:val="00825C62"/>
    <w:rsid w:val="00825D8B"/>
    <w:rsid w:val="00826E6C"/>
    <w:rsid w:val="00827487"/>
    <w:rsid w:val="00827A4E"/>
    <w:rsid w:val="008302F1"/>
    <w:rsid w:val="0083074A"/>
    <w:rsid w:val="0083094E"/>
    <w:rsid w:val="00830C99"/>
    <w:rsid w:val="00830E1E"/>
    <w:rsid w:val="00831E0F"/>
    <w:rsid w:val="00832C8E"/>
    <w:rsid w:val="00832DB2"/>
    <w:rsid w:val="008330D6"/>
    <w:rsid w:val="0083325C"/>
    <w:rsid w:val="008333E5"/>
    <w:rsid w:val="00833D55"/>
    <w:rsid w:val="00834158"/>
    <w:rsid w:val="00834EF4"/>
    <w:rsid w:val="00835685"/>
    <w:rsid w:val="00835B79"/>
    <w:rsid w:val="00836297"/>
    <w:rsid w:val="00836604"/>
    <w:rsid w:val="00836A57"/>
    <w:rsid w:val="00840D3B"/>
    <w:rsid w:val="00841AFA"/>
    <w:rsid w:val="00842015"/>
    <w:rsid w:val="00843D43"/>
    <w:rsid w:val="00844137"/>
    <w:rsid w:val="0084427B"/>
    <w:rsid w:val="00844821"/>
    <w:rsid w:val="00844B99"/>
    <w:rsid w:val="00844FDD"/>
    <w:rsid w:val="00845320"/>
    <w:rsid w:val="008455DF"/>
    <w:rsid w:val="008465AA"/>
    <w:rsid w:val="008465E1"/>
    <w:rsid w:val="00847D89"/>
    <w:rsid w:val="008501E8"/>
    <w:rsid w:val="00850614"/>
    <w:rsid w:val="00850F83"/>
    <w:rsid w:val="0085132B"/>
    <w:rsid w:val="00851473"/>
    <w:rsid w:val="00851985"/>
    <w:rsid w:val="00852070"/>
    <w:rsid w:val="008525BB"/>
    <w:rsid w:val="00852A53"/>
    <w:rsid w:val="008530BD"/>
    <w:rsid w:val="008532F8"/>
    <w:rsid w:val="0085334D"/>
    <w:rsid w:val="008533ED"/>
    <w:rsid w:val="00853500"/>
    <w:rsid w:val="00853BC7"/>
    <w:rsid w:val="00853CFB"/>
    <w:rsid w:val="00853FAD"/>
    <w:rsid w:val="0085444D"/>
    <w:rsid w:val="0085579F"/>
    <w:rsid w:val="008569A8"/>
    <w:rsid w:val="00857338"/>
    <w:rsid w:val="00857C9B"/>
    <w:rsid w:val="008600A5"/>
    <w:rsid w:val="008602F2"/>
    <w:rsid w:val="00861A0E"/>
    <w:rsid w:val="00862058"/>
    <w:rsid w:val="00862734"/>
    <w:rsid w:val="00862C23"/>
    <w:rsid w:val="00862D86"/>
    <w:rsid w:val="0086318C"/>
    <w:rsid w:val="00863765"/>
    <w:rsid w:val="008637BA"/>
    <w:rsid w:val="00863F90"/>
    <w:rsid w:val="008640EE"/>
    <w:rsid w:val="008642AF"/>
    <w:rsid w:val="00864D9D"/>
    <w:rsid w:val="008656B1"/>
    <w:rsid w:val="008657C0"/>
    <w:rsid w:val="0086635D"/>
    <w:rsid w:val="00866417"/>
    <w:rsid w:val="00866521"/>
    <w:rsid w:val="00867081"/>
    <w:rsid w:val="00867187"/>
    <w:rsid w:val="008672A3"/>
    <w:rsid w:val="00867593"/>
    <w:rsid w:val="00867F19"/>
    <w:rsid w:val="00871294"/>
    <w:rsid w:val="008720AE"/>
    <w:rsid w:val="008720D4"/>
    <w:rsid w:val="00872186"/>
    <w:rsid w:val="0087254C"/>
    <w:rsid w:val="00872AF1"/>
    <w:rsid w:val="00872D9A"/>
    <w:rsid w:val="00873690"/>
    <w:rsid w:val="00874464"/>
    <w:rsid w:val="00876A6C"/>
    <w:rsid w:val="008770D3"/>
    <w:rsid w:val="0087747F"/>
    <w:rsid w:val="00877B6F"/>
    <w:rsid w:val="008802A1"/>
    <w:rsid w:val="0088109B"/>
    <w:rsid w:val="008810CE"/>
    <w:rsid w:val="008816AB"/>
    <w:rsid w:val="00881850"/>
    <w:rsid w:val="00882B93"/>
    <w:rsid w:val="008830CA"/>
    <w:rsid w:val="00883976"/>
    <w:rsid w:val="00883EA7"/>
    <w:rsid w:val="0088423D"/>
    <w:rsid w:val="0088466B"/>
    <w:rsid w:val="00884A86"/>
    <w:rsid w:val="00885C16"/>
    <w:rsid w:val="008862D6"/>
    <w:rsid w:val="0088636E"/>
    <w:rsid w:val="008863B8"/>
    <w:rsid w:val="00886D38"/>
    <w:rsid w:val="008879EA"/>
    <w:rsid w:val="00887A31"/>
    <w:rsid w:val="00887CCF"/>
    <w:rsid w:val="00890E5D"/>
    <w:rsid w:val="008913DA"/>
    <w:rsid w:val="0089199C"/>
    <w:rsid w:val="008923E2"/>
    <w:rsid w:val="00892609"/>
    <w:rsid w:val="00893AD0"/>
    <w:rsid w:val="008944EE"/>
    <w:rsid w:val="008945E9"/>
    <w:rsid w:val="0089477F"/>
    <w:rsid w:val="00895428"/>
    <w:rsid w:val="00896962"/>
    <w:rsid w:val="00897035"/>
    <w:rsid w:val="00897090"/>
    <w:rsid w:val="008973D7"/>
    <w:rsid w:val="00897549"/>
    <w:rsid w:val="008A0809"/>
    <w:rsid w:val="008A1282"/>
    <w:rsid w:val="008A164B"/>
    <w:rsid w:val="008A1878"/>
    <w:rsid w:val="008A1E06"/>
    <w:rsid w:val="008A1FCA"/>
    <w:rsid w:val="008A24B3"/>
    <w:rsid w:val="008A27C5"/>
    <w:rsid w:val="008A34C9"/>
    <w:rsid w:val="008A3914"/>
    <w:rsid w:val="008A3D79"/>
    <w:rsid w:val="008A3E14"/>
    <w:rsid w:val="008A43F3"/>
    <w:rsid w:val="008A444B"/>
    <w:rsid w:val="008A4459"/>
    <w:rsid w:val="008A4BB1"/>
    <w:rsid w:val="008A4C82"/>
    <w:rsid w:val="008A594B"/>
    <w:rsid w:val="008A5D8D"/>
    <w:rsid w:val="008A5E38"/>
    <w:rsid w:val="008A687F"/>
    <w:rsid w:val="008A6EB1"/>
    <w:rsid w:val="008A7D48"/>
    <w:rsid w:val="008B045B"/>
    <w:rsid w:val="008B0997"/>
    <w:rsid w:val="008B1019"/>
    <w:rsid w:val="008B11AE"/>
    <w:rsid w:val="008B1308"/>
    <w:rsid w:val="008B15FC"/>
    <w:rsid w:val="008B1C5D"/>
    <w:rsid w:val="008B1ED3"/>
    <w:rsid w:val="008B1F1B"/>
    <w:rsid w:val="008B216A"/>
    <w:rsid w:val="008B2EEC"/>
    <w:rsid w:val="008B366A"/>
    <w:rsid w:val="008B3CEF"/>
    <w:rsid w:val="008B4527"/>
    <w:rsid w:val="008B4F61"/>
    <w:rsid w:val="008B55AE"/>
    <w:rsid w:val="008B5E71"/>
    <w:rsid w:val="008B69C8"/>
    <w:rsid w:val="008B6B5F"/>
    <w:rsid w:val="008B6DF9"/>
    <w:rsid w:val="008B7017"/>
    <w:rsid w:val="008B78A6"/>
    <w:rsid w:val="008B79AB"/>
    <w:rsid w:val="008B7D26"/>
    <w:rsid w:val="008C081D"/>
    <w:rsid w:val="008C0CD8"/>
    <w:rsid w:val="008C0D9A"/>
    <w:rsid w:val="008C151A"/>
    <w:rsid w:val="008C2143"/>
    <w:rsid w:val="008C22B0"/>
    <w:rsid w:val="008C2678"/>
    <w:rsid w:val="008C287A"/>
    <w:rsid w:val="008C30EF"/>
    <w:rsid w:val="008C3B98"/>
    <w:rsid w:val="008C4D1E"/>
    <w:rsid w:val="008C4E2F"/>
    <w:rsid w:val="008C506D"/>
    <w:rsid w:val="008C5508"/>
    <w:rsid w:val="008C5A1C"/>
    <w:rsid w:val="008C60A9"/>
    <w:rsid w:val="008C6505"/>
    <w:rsid w:val="008C6775"/>
    <w:rsid w:val="008C71BD"/>
    <w:rsid w:val="008C7A47"/>
    <w:rsid w:val="008D005B"/>
    <w:rsid w:val="008D0077"/>
    <w:rsid w:val="008D02D2"/>
    <w:rsid w:val="008D05D1"/>
    <w:rsid w:val="008D1E66"/>
    <w:rsid w:val="008D2815"/>
    <w:rsid w:val="008D3645"/>
    <w:rsid w:val="008D3782"/>
    <w:rsid w:val="008D39A9"/>
    <w:rsid w:val="008D4449"/>
    <w:rsid w:val="008D4692"/>
    <w:rsid w:val="008D4972"/>
    <w:rsid w:val="008D5111"/>
    <w:rsid w:val="008D5B8D"/>
    <w:rsid w:val="008D5C67"/>
    <w:rsid w:val="008D625C"/>
    <w:rsid w:val="008D67B1"/>
    <w:rsid w:val="008D6D56"/>
    <w:rsid w:val="008D6FFB"/>
    <w:rsid w:val="008D741F"/>
    <w:rsid w:val="008E04AB"/>
    <w:rsid w:val="008E148A"/>
    <w:rsid w:val="008E193E"/>
    <w:rsid w:val="008E1CD6"/>
    <w:rsid w:val="008E1D88"/>
    <w:rsid w:val="008E2219"/>
    <w:rsid w:val="008E230D"/>
    <w:rsid w:val="008E286B"/>
    <w:rsid w:val="008E31F9"/>
    <w:rsid w:val="008E3B19"/>
    <w:rsid w:val="008E584A"/>
    <w:rsid w:val="008E590C"/>
    <w:rsid w:val="008E5C9C"/>
    <w:rsid w:val="008E6473"/>
    <w:rsid w:val="008E7E8D"/>
    <w:rsid w:val="008E7F35"/>
    <w:rsid w:val="008F06CD"/>
    <w:rsid w:val="008F08E2"/>
    <w:rsid w:val="008F0E20"/>
    <w:rsid w:val="008F1847"/>
    <w:rsid w:val="008F1BB0"/>
    <w:rsid w:val="008F1F59"/>
    <w:rsid w:val="008F1FB6"/>
    <w:rsid w:val="008F2608"/>
    <w:rsid w:val="008F2F7B"/>
    <w:rsid w:val="008F3215"/>
    <w:rsid w:val="008F39FF"/>
    <w:rsid w:val="008F459C"/>
    <w:rsid w:val="008F4690"/>
    <w:rsid w:val="008F4E1F"/>
    <w:rsid w:val="008F5200"/>
    <w:rsid w:val="008F58B4"/>
    <w:rsid w:val="008F5AC8"/>
    <w:rsid w:val="008F666C"/>
    <w:rsid w:val="008F68B2"/>
    <w:rsid w:val="008F70EA"/>
    <w:rsid w:val="008F727B"/>
    <w:rsid w:val="008F744E"/>
    <w:rsid w:val="008F782C"/>
    <w:rsid w:val="0090027A"/>
    <w:rsid w:val="009004A2"/>
    <w:rsid w:val="00901902"/>
    <w:rsid w:val="00901D25"/>
    <w:rsid w:val="009022E0"/>
    <w:rsid w:val="0090271F"/>
    <w:rsid w:val="00902BA3"/>
    <w:rsid w:val="00903419"/>
    <w:rsid w:val="00903C8D"/>
    <w:rsid w:val="00903E0F"/>
    <w:rsid w:val="00904EAE"/>
    <w:rsid w:val="00904FA7"/>
    <w:rsid w:val="00905D84"/>
    <w:rsid w:val="00906ECB"/>
    <w:rsid w:val="00906EEE"/>
    <w:rsid w:val="009071F2"/>
    <w:rsid w:val="0091018E"/>
    <w:rsid w:val="009101D6"/>
    <w:rsid w:val="009110E4"/>
    <w:rsid w:val="00911205"/>
    <w:rsid w:val="009121B8"/>
    <w:rsid w:val="00912244"/>
    <w:rsid w:val="0091244C"/>
    <w:rsid w:val="0091245E"/>
    <w:rsid w:val="009129C9"/>
    <w:rsid w:val="0091308E"/>
    <w:rsid w:val="009134F3"/>
    <w:rsid w:val="009141D8"/>
    <w:rsid w:val="0091422D"/>
    <w:rsid w:val="009142E1"/>
    <w:rsid w:val="00915449"/>
    <w:rsid w:val="00915497"/>
    <w:rsid w:val="009156AE"/>
    <w:rsid w:val="00915D8B"/>
    <w:rsid w:val="00915F6E"/>
    <w:rsid w:val="00916213"/>
    <w:rsid w:val="00916FD2"/>
    <w:rsid w:val="00917740"/>
    <w:rsid w:val="0092046E"/>
    <w:rsid w:val="009209A8"/>
    <w:rsid w:val="00920B8F"/>
    <w:rsid w:val="00921BD8"/>
    <w:rsid w:val="00921E9E"/>
    <w:rsid w:val="00922219"/>
    <w:rsid w:val="00924098"/>
    <w:rsid w:val="0092421B"/>
    <w:rsid w:val="0092489F"/>
    <w:rsid w:val="00924E0B"/>
    <w:rsid w:val="00925B9C"/>
    <w:rsid w:val="00926817"/>
    <w:rsid w:val="009268B3"/>
    <w:rsid w:val="00926AC0"/>
    <w:rsid w:val="00927288"/>
    <w:rsid w:val="00927CCD"/>
    <w:rsid w:val="0093003B"/>
    <w:rsid w:val="009304D8"/>
    <w:rsid w:val="009307BE"/>
    <w:rsid w:val="00930C7F"/>
    <w:rsid w:val="0093126C"/>
    <w:rsid w:val="0093159F"/>
    <w:rsid w:val="00931DAE"/>
    <w:rsid w:val="009323ED"/>
    <w:rsid w:val="0093249B"/>
    <w:rsid w:val="009325F8"/>
    <w:rsid w:val="00932D47"/>
    <w:rsid w:val="0093340B"/>
    <w:rsid w:val="00933651"/>
    <w:rsid w:val="00933920"/>
    <w:rsid w:val="00933996"/>
    <w:rsid w:val="009344B5"/>
    <w:rsid w:val="00934BF6"/>
    <w:rsid w:val="009355EC"/>
    <w:rsid w:val="00935D58"/>
    <w:rsid w:val="00935ECA"/>
    <w:rsid w:val="00937939"/>
    <w:rsid w:val="00937B05"/>
    <w:rsid w:val="00937F82"/>
    <w:rsid w:val="0094015D"/>
    <w:rsid w:val="0094191A"/>
    <w:rsid w:val="00941B70"/>
    <w:rsid w:val="00941CA3"/>
    <w:rsid w:val="00941D85"/>
    <w:rsid w:val="00943239"/>
    <w:rsid w:val="0094379B"/>
    <w:rsid w:val="00943DAC"/>
    <w:rsid w:val="00943E49"/>
    <w:rsid w:val="009448B9"/>
    <w:rsid w:val="00944B3E"/>
    <w:rsid w:val="00944D80"/>
    <w:rsid w:val="00946C12"/>
    <w:rsid w:val="00946D42"/>
    <w:rsid w:val="009471D0"/>
    <w:rsid w:val="0094782F"/>
    <w:rsid w:val="00947E1F"/>
    <w:rsid w:val="00950992"/>
    <w:rsid w:val="00950B9C"/>
    <w:rsid w:val="00950BC3"/>
    <w:rsid w:val="00950DDD"/>
    <w:rsid w:val="009513C7"/>
    <w:rsid w:val="00951B0E"/>
    <w:rsid w:val="00952231"/>
    <w:rsid w:val="0095250D"/>
    <w:rsid w:val="0095281D"/>
    <w:rsid w:val="00952ABB"/>
    <w:rsid w:val="009531D7"/>
    <w:rsid w:val="00953DED"/>
    <w:rsid w:val="00954FF2"/>
    <w:rsid w:val="009551EA"/>
    <w:rsid w:val="0095551E"/>
    <w:rsid w:val="00955682"/>
    <w:rsid w:val="0095582C"/>
    <w:rsid w:val="00955A58"/>
    <w:rsid w:val="00955BBB"/>
    <w:rsid w:val="00957A96"/>
    <w:rsid w:val="00957E01"/>
    <w:rsid w:val="00957F85"/>
    <w:rsid w:val="00960435"/>
    <w:rsid w:val="0096066A"/>
    <w:rsid w:val="00960FF7"/>
    <w:rsid w:val="0096103A"/>
    <w:rsid w:val="009612B6"/>
    <w:rsid w:val="00961676"/>
    <w:rsid w:val="00962A4F"/>
    <w:rsid w:val="00962C50"/>
    <w:rsid w:val="00962CCF"/>
    <w:rsid w:val="00962EFA"/>
    <w:rsid w:val="00963B23"/>
    <w:rsid w:val="0096478A"/>
    <w:rsid w:val="0096510A"/>
    <w:rsid w:val="00965992"/>
    <w:rsid w:val="00966381"/>
    <w:rsid w:val="0096644A"/>
    <w:rsid w:val="00966606"/>
    <w:rsid w:val="00966878"/>
    <w:rsid w:val="00966DCF"/>
    <w:rsid w:val="00966E13"/>
    <w:rsid w:val="00967EBF"/>
    <w:rsid w:val="0097101F"/>
    <w:rsid w:val="00972346"/>
    <w:rsid w:val="00972F1F"/>
    <w:rsid w:val="00973129"/>
    <w:rsid w:val="00973141"/>
    <w:rsid w:val="00973515"/>
    <w:rsid w:val="00973E10"/>
    <w:rsid w:val="00974985"/>
    <w:rsid w:val="00975D1D"/>
    <w:rsid w:val="00975E4C"/>
    <w:rsid w:val="00976215"/>
    <w:rsid w:val="009763AA"/>
    <w:rsid w:val="00976A80"/>
    <w:rsid w:val="009773D3"/>
    <w:rsid w:val="00977F34"/>
    <w:rsid w:val="00980008"/>
    <w:rsid w:val="00980267"/>
    <w:rsid w:val="00980381"/>
    <w:rsid w:val="00980722"/>
    <w:rsid w:val="00980C10"/>
    <w:rsid w:val="00981022"/>
    <w:rsid w:val="009814D4"/>
    <w:rsid w:val="00981591"/>
    <w:rsid w:val="00981B8E"/>
    <w:rsid w:val="00981D2A"/>
    <w:rsid w:val="00981FEA"/>
    <w:rsid w:val="0098251E"/>
    <w:rsid w:val="00984531"/>
    <w:rsid w:val="00984F83"/>
    <w:rsid w:val="00985879"/>
    <w:rsid w:val="009871FE"/>
    <w:rsid w:val="009876B2"/>
    <w:rsid w:val="00990A0D"/>
    <w:rsid w:val="009912EF"/>
    <w:rsid w:val="00991605"/>
    <w:rsid w:val="009916AE"/>
    <w:rsid w:val="00991AC2"/>
    <w:rsid w:val="00991FA2"/>
    <w:rsid w:val="00991FA9"/>
    <w:rsid w:val="00992408"/>
    <w:rsid w:val="0099254D"/>
    <w:rsid w:val="009930BA"/>
    <w:rsid w:val="00993395"/>
    <w:rsid w:val="009940CE"/>
    <w:rsid w:val="0099423B"/>
    <w:rsid w:val="009945A3"/>
    <w:rsid w:val="00994F29"/>
    <w:rsid w:val="00994FA4"/>
    <w:rsid w:val="00996622"/>
    <w:rsid w:val="00996634"/>
    <w:rsid w:val="00996B1C"/>
    <w:rsid w:val="0099771D"/>
    <w:rsid w:val="00997966"/>
    <w:rsid w:val="00997BCF"/>
    <w:rsid w:val="00997D17"/>
    <w:rsid w:val="00997E80"/>
    <w:rsid w:val="009A1928"/>
    <w:rsid w:val="009A223B"/>
    <w:rsid w:val="009A2469"/>
    <w:rsid w:val="009A293F"/>
    <w:rsid w:val="009A2AA6"/>
    <w:rsid w:val="009A2D18"/>
    <w:rsid w:val="009A2E9B"/>
    <w:rsid w:val="009A3EC0"/>
    <w:rsid w:val="009A3FF9"/>
    <w:rsid w:val="009A4273"/>
    <w:rsid w:val="009A4A97"/>
    <w:rsid w:val="009A5250"/>
    <w:rsid w:val="009A5318"/>
    <w:rsid w:val="009A5A4D"/>
    <w:rsid w:val="009A638B"/>
    <w:rsid w:val="009A681D"/>
    <w:rsid w:val="009A6934"/>
    <w:rsid w:val="009A69E5"/>
    <w:rsid w:val="009A6ED9"/>
    <w:rsid w:val="009A6F3B"/>
    <w:rsid w:val="009A7EE8"/>
    <w:rsid w:val="009B0135"/>
    <w:rsid w:val="009B0F12"/>
    <w:rsid w:val="009B1039"/>
    <w:rsid w:val="009B1073"/>
    <w:rsid w:val="009B1FD3"/>
    <w:rsid w:val="009B3041"/>
    <w:rsid w:val="009B321E"/>
    <w:rsid w:val="009B355E"/>
    <w:rsid w:val="009B37C8"/>
    <w:rsid w:val="009B3C6F"/>
    <w:rsid w:val="009B4AF0"/>
    <w:rsid w:val="009B4DF2"/>
    <w:rsid w:val="009B5F9F"/>
    <w:rsid w:val="009B65DB"/>
    <w:rsid w:val="009B714B"/>
    <w:rsid w:val="009B7BB3"/>
    <w:rsid w:val="009C0C58"/>
    <w:rsid w:val="009C0E96"/>
    <w:rsid w:val="009C18A4"/>
    <w:rsid w:val="009C1A1E"/>
    <w:rsid w:val="009C1BBF"/>
    <w:rsid w:val="009C2127"/>
    <w:rsid w:val="009C2FE0"/>
    <w:rsid w:val="009C4005"/>
    <w:rsid w:val="009C5052"/>
    <w:rsid w:val="009C5985"/>
    <w:rsid w:val="009C5D39"/>
    <w:rsid w:val="009C63ED"/>
    <w:rsid w:val="009C7D69"/>
    <w:rsid w:val="009D02B3"/>
    <w:rsid w:val="009D0363"/>
    <w:rsid w:val="009D0C61"/>
    <w:rsid w:val="009D0F4B"/>
    <w:rsid w:val="009D198A"/>
    <w:rsid w:val="009D1DDA"/>
    <w:rsid w:val="009D1EB7"/>
    <w:rsid w:val="009D3775"/>
    <w:rsid w:val="009D43FC"/>
    <w:rsid w:val="009D4B27"/>
    <w:rsid w:val="009D5030"/>
    <w:rsid w:val="009D555E"/>
    <w:rsid w:val="009D56A5"/>
    <w:rsid w:val="009D5A49"/>
    <w:rsid w:val="009D5A8F"/>
    <w:rsid w:val="009D5F83"/>
    <w:rsid w:val="009D6C89"/>
    <w:rsid w:val="009D6D53"/>
    <w:rsid w:val="009D6F38"/>
    <w:rsid w:val="009D7AEB"/>
    <w:rsid w:val="009E00E1"/>
    <w:rsid w:val="009E09D2"/>
    <w:rsid w:val="009E0DD8"/>
    <w:rsid w:val="009E0E77"/>
    <w:rsid w:val="009E0F65"/>
    <w:rsid w:val="009E20AE"/>
    <w:rsid w:val="009E2A03"/>
    <w:rsid w:val="009E349F"/>
    <w:rsid w:val="009E3AB9"/>
    <w:rsid w:val="009E4BDE"/>
    <w:rsid w:val="009E57D7"/>
    <w:rsid w:val="009E62B5"/>
    <w:rsid w:val="009E638A"/>
    <w:rsid w:val="009E672A"/>
    <w:rsid w:val="009E6815"/>
    <w:rsid w:val="009E6DD0"/>
    <w:rsid w:val="009E71B6"/>
    <w:rsid w:val="009E78BB"/>
    <w:rsid w:val="009F0210"/>
    <w:rsid w:val="009F3A39"/>
    <w:rsid w:val="009F3C4D"/>
    <w:rsid w:val="009F3C62"/>
    <w:rsid w:val="009F3FFA"/>
    <w:rsid w:val="009F4804"/>
    <w:rsid w:val="009F4ADA"/>
    <w:rsid w:val="009F4B44"/>
    <w:rsid w:val="009F5856"/>
    <w:rsid w:val="009F6309"/>
    <w:rsid w:val="009F6442"/>
    <w:rsid w:val="00A01274"/>
    <w:rsid w:val="00A01A9D"/>
    <w:rsid w:val="00A01EDD"/>
    <w:rsid w:val="00A01F55"/>
    <w:rsid w:val="00A02288"/>
    <w:rsid w:val="00A03C63"/>
    <w:rsid w:val="00A04B5E"/>
    <w:rsid w:val="00A04DC8"/>
    <w:rsid w:val="00A05853"/>
    <w:rsid w:val="00A069BD"/>
    <w:rsid w:val="00A06B12"/>
    <w:rsid w:val="00A07656"/>
    <w:rsid w:val="00A077AF"/>
    <w:rsid w:val="00A07820"/>
    <w:rsid w:val="00A07CB1"/>
    <w:rsid w:val="00A109CD"/>
    <w:rsid w:val="00A10CD7"/>
    <w:rsid w:val="00A10D0B"/>
    <w:rsid w:val="00A1151B"/>
    <w:rsid w:val="00A12563"/>
    <w:rsid w:val="00A129FB"/>
    <w:rsid w:val="00A12C59"/>
    <w:rsid w:val="00A13973"/>
    <w:rsid w:val="00A13D45"/>
    <w:rsid w:val="00A14A20"/>
    <w:rsid w:val="00A14C2A"/>
    <w:rsid w:val="00A14E24"/>
    <w:rsid w:val="00A158AE"/>
    <w:rsid w:val="00A15944"/>
    <w:rsid w:val="00A15B13"/>
    <w:rsid w:val="00A163AB"/>
    <w:rsid w:val="00A164CD"/>
    <w:rsid w:val="00A166CA"/>
    <w:rsid w:val="00A174FA"/>
    <w:rsid w:val="00A17909"/>
    <w:rsid w:val="00A17F4C"/>
    <w:rsid w:val="00A20371"/>
    <w:rsid w:val="00A20CDB"/>
    <w:rsid w:val="00A20E5B"/>
    <w:rsid w:val="00A21425"/>
    <w:rsid w:val="00A21775"/>
    <w:rsid w:val="00A21F91"/>
    <w:rsid w:val="00A2205F"/>
    <w:rsid w:val="00A236E6"/>
    <w:rsid w:val="00A2422F"/>
    <w:rsid w:val="00A24640"/>
    <w:rsid w:val="00A246FA"/>
    <w:rsid w:val="00A2498B"/>
    <w:rsid w:val="00A24BDA"/>
    <w:rsid w:val="00A24F49"/>
    <w:rsid w:val="00A25633"/>
    <w:rsid w:val="00A25FAB"/>
    <w:rsid w:val="00A26938"/>
    <w:rsid w:val="00A26D4D"/>
    <w:rsid w:val="00A2754A"/>
    <w:rsid w:val="00A27668"/>
    <w:rsid w:val="00A27A74"/>
    <w:rsid w:val="00A302D6"/>
    <w:rsid w:val="00A30F8A"/>
    <w:rsid w:val="00A310EB"/>
    <w:rsid w:val="00A31113"/>
    <w:rsid w:val="00A316DB"/>
    <w:rsid w:val="00A31AA4"/>
    <w:rsid w:val="00A32E6F"/>
    <w:rsid w:val="00A334E0"/>
    <w:rsid w:val="00A3383F"/>
    <w:rsid w:val="00A3393F"/>
    <w:rsid w:val="00A33EDB"/>
    <w:rsid w:val="00A3470F"/>
    <w:rsid w:val="00A34BB0"/>
    <w:rsid w:val="00A34C26"/>
    <w:rsid w:val="00A350DC"/>
    <w:rsid w:val="00A352CF"/>
    <w:rsid w:val="00A356AA"/>
    <w:rsid w:val="00A3746C"/>
    <w:rsid w:val="00A37FE9"/>
    <w:rsid w:val="00A40055"/>
    <w:rsid w:val="00A401BC"/>
    <w:rsid w:val="00A42483"/>
    <w:rsid w:val="00A42981"/>
    <w:rsid w:val="00A42EE5"/>
    <w:rsid w:val="00A43DF3"/>
    <w:rsid w:val="00A43DF5"/>
    <w:rsid w:val="00A440EA"/>
    <w:rsid w:val="00A4482F"/>
    <w:rsid w:val="00A44DC4"/>
    <w:rsid w:val="00A44F08"/>
    <w:rsid w:val="00A46B3F"/>
    <w:rsid w:val="00A46BB6"/>
    <w:rsid w:val="00A46E30"/>
    <w:rsid w:val="00A47216"/>
    <w:rsid w:val="00A47C92"/>
    <w:rsid w:val="00A50E2B"/>
    <w:rsid w:val="00A51714"/>
    <w:rsid w:val="00A51ADE"/>
    <w:rsid w:val="00A526FD"/>
    <w:rsid w:val="00A5287A"/>
    <w:rsid w:val="00A5366B"/>
    <w:rsid w:val="00A5426D"/>
    <w:rsid w:val="00A54993"/>
    <w:rsid w:val="00A54BAA"/>
    <w:rsid w:val="00A54D5B"/>
    <w:rsid w:val="00A556B4"/>
    <w:rsid w:val="00A55B67"/>
    <w:rsid w:val="00A566EB"/>
    <w:rsid w:val="00A5735C"/>
    <w:rsid w:val="00A574ED"/>
    <w:rsid w:val="00A577D5"/>
    <w:rsid w:val="00A57E73"/>
    <w:rsid w:val="00A62546"/>
    <w:rsid w:val="00A631F6"/>
    <w:rsid w:val="00A648C1"/>
    <w:rsid w:val="00A6560A"/>
    <w:rsid w:val="00A658AC"/>
    <w:rsid w:val="00A65D5C"/>
    <w:rsid w:val="00A65F25"/>
    <w:rsid w:val="00A66DC7"/>
    <w:rsid w:val="00A6710E"/>
    <w:rsid w:val="00A67290"/>
    <w:rsid w:val="00A67795"/>
    <w:rsid w:val="00A705C1"/>
    <w:rsid w:val="00A70712"/>
    <w:rsid w:val="00A7078A"/>
    <w:rsid w:val="00A71524"/>
    <w:rsid w:val="00A717E2"/>
    <w:rsid w:val="00A7228C"/>
    <w:rsid w:val="00A7245B"/>
    <w:rsid w:val="00A72CB4"/>
    <w:rsid w:val="00A73C0E"/>
    <w:rsid w:val="00A74C1B"/>
    <w:rsid w:val="00A74F87"/>
    <w:rsid w:val="00A75653"/>
    <w:rsid w:val="00A75893"/>
    <w:rsid w:val="00A758F5"/>
    <w:rsid w:val="00A75AA7"/>
    <w:rsid w:val="00A75F95"/>
    <w:rsid w:val="00A76FEB"/>
    <w:rsid w:val="00A77091"/>
    <w:rsid w:val="00A77200"/>
    <w:rsid w:val="00A775D9"/>
    <w:rsid w:val="00A80018"/>
    <w:rsid w:val="00A80A37"/>
    <w:rsid w:val="00A80AB7"/>
    <w:rsid w:val="00A815AD"/>
    <w:rsid w:val="00A81968"/>
    <w:rsid w:val="00A8197E"/>
    <w:rsid w:val="00A82372"/>
    <w:rsid w:val="00A8275A"/>
    <w:rsid w:val="00A8296D"/>
    <w:rsid w:val="00A835DF"/>
    <w:rsid w:val="00A838F2"/>
    <w:rsid w:val="00A83A15"/>
    <w:rsid w:val="00A83D0F"/>
    <w:rsid w:val="00A83EF7"/>
    <w:rsid w:val="00A84008"/>
    <w:rsid w:val="00A841B4"/>
    <w:rsid w:val="00A877D8"/>
    <w:rsid w:val="00A901AF"/>
    <w:rsid w:val="00A903C9"/>
    <w:rsid w:val="00A905FC"/>
    <w:rsid w:val="00A91007"/>
    <w:rsid w:val="00A91839"/>
    <w:rsid w:val="00A91A1D"/>
    <w:rsid w:val="00A92045"/>
    <w:rsid w:val="00A926BB"/>
    <w:rsid w:val="00A92D28"/>
    <w:rsid w:val="00A93034"/>
    <w:rsid w:val="00A93F9B"/>
    <w:rsid w:val="00A94004"/>
    <w:rsid w:val="00A95552"/>
    <w:rsid w:val="00A9562C"/>
    <w:rsid w:val="00A95CF9"/>
    <w:rsid w:val="00A95E1D"/>
    <w:rsid w:val="00A96267"/>
    <w:rsid w:val="00A96A9D"/>
    <w:rsid w:val="00A96E2A"/>
    <w:rsid w:val="00A97093"/>
    <w:rsid w:val="00A9745B"/>
    <w:rsid w:val="00A975DC"/>
    <w:rsid w:val="00A97636"/>
    <w:rsid w:val="00A9783A"/>
    <w:rsid w:val="00A97895"/>
    <w:rsid w:val="00A97B8C"/>
    <w:rsid w:val="00A97FAB"/>
    <w:rsid w:val="00AA0BAA"/>
    <w:rsid w:val="00AA0BF6"/>
    <w:rsid w:val="00AA0D87"/>
    <w:rsid w:val="00AA1555"/>
    <w:rsid w:val="00AA1A19"/>
    <w:rsid w:val="00AA1AE3"/>
    <w:rsid w:val="00AA1B1D"/>
    <w:rsid w:val="00AA203E"/>
    <w:rsid w:val="00AA356E"/>
    <w:rsid w:val="00AA3907"/>
    <w:rsid w:val="00AA3E95"/>
    <w:rsid w:val="00AA405A"/>
    <w:rsid w:val="00AA4A80"/>
    <w:rsid w:val="00AA4EAD"/>
    <w:rsid w:val="00AA4F4B"/>
    <w:rsid w:val="00AA5AD2"/>
    <w:rsid w:val="00AA5D8A"/>
    <w:rsid w:val="00AA62A0"/>
    <w:rsid w:val="00AA6728"/>
    <w:rsid w:val="00AA6891"/>
    <w:rsid w:val="00AA6A6F"/>
    <w:rsid w:val="00AA6FC5"/>
    <w:rsid w:val="00AA76C6"/>
    <w:rsid w:val="00AA7A14"/>
    <w:rsid w:val="00AA7FD0"/>
    <w:rsid w:val="00AB01A8"/>
    <w:rsid w:val="00AB0D89"/>
    <w:rsid w:val="00AB0E70"/>
    <w:rsid w:val="00AB0E82"/>
    <w:rsid w:val="00AB121D"/>
    <w:rsid w:val="00AB1954"/>
    <w:rsid w:val="00AB1E2D"/>
    <w:rsid w:val="00AB23E0"/>
    <w:rsid w:val="00AB2790"/>
    <w:rsid w:val="00AB2A0A"/>
    <w:rsid w:val="00AB32AC"/>
    <w:rsid w:val="00AB3F2A"/>
    <w:rsid w:val="00AB4B35"/>
    <w:rsid w:val="00AB4E08"/>
    <w:rsid w:val="00AB4E57"/>
    <w:rsid w:val="00AB5063"/>
    <w:rsid w:val="00AB57A8"/>
    <w:rsid w:val="00AB57FE"/>
    <w:rsid w:val="00AB5A0C"/>
    <w:rsid w:val="00AB5AFE"/>
    <w:rsid w:val="00AB62DD"/>
    <w:rsid w:val="00AB746B"/>
    <w:rsid w:val="00AB7529"/>
    <w:rsid w:val="00AB796D"/>
    <w:rsid w:val="00AB7D64"/>
    <w:rsid w:val="00AC0065"/>
    <w:rsid w:val="00AC0944"/>
    <w:rsid w:val="00AC1B70"/>
    <w:rsid w:val="00AC1E7C"/>
    <w:rsid w:val="00AC1F02"/>
    <w:rsid w:val="00AC208A"/>
    <w:rsid w:val="00AC304E"/>
    <w:rsid w:val="00AC31C6"/>
    <w:rsid w:val="00AC37AA"/>
    <w:rsid w:val="00AC56ED"/>
    <w:rsid w:val="00AC6E1B"/>
    <w:rsid w:val="00AC798F"/>
    <w:rsid w:val="00AC7C01"/>
    <w:rsid w:val="00AD14C5"/>
    <w:rsid w:val="00AD1D8F"/>
    <w:rsid w:val="00AD1E03"/>
    <w:rsid w:val="00AD22B9"/>
    <w:rsid w:val="00AD2385"/>
    <w:rsid w:val="00AD2ABD"/>
    <w:rsid w:val="00AD3954"/>
    <w:rsid w:val="00AD3B3A"/>
    <w:rsid w:val="00AD3F2C"/>
    <w:rsid w:val="00AD49D8"/>
    <w:rsid w:val="00AD53AA"/>
    <w:rsid w:val="00AD5E5B"/>
    <w:rsid w:val="00AD6887"/>
    <w:rsid w:val="00AD68C3"/>
    <w:rsid w:val="00AD7E22"/>
    <w:rsid w:val="00AD7E92"/>
    <w:rsid w:val="00AE03CA"/>
    <w:rsid w:val="00AE0BA4"/>
    <w:rsid w:val="00AE0C9A"/>
    <w:rsid w:val="00AE104A"/>
    <w:rsid w:val="00AE12FF"/>
    <w:rsid w:val="00AE1CBD"/>
    <w:rsid w:val="00AE200D"/>
    <w:rsid w:val="00AE201A"/>
    <w:rsid w:val="00AE2659"/>
    <w:rsid w:val="00AE2FF3"/>
    <w:rsid w:val="00AE3494"/>
    <w:rsid w:val="00AE38DA"/>
    <w:rsid w:val="00AE3E5F"/>
    <w:rsid w:val="00AE3F59"/>
    <w:rsid w:val="00AE43DF"/>
    <w:rsid w:val="00AE4A5A"/>
    <w:rsid w:val="00AE4EBA"/>
    <w:rsid w:val="00AE548C"/>
    <w:rsid w:val="00AE5ED5"/>
    <w:rsid w:val="00AE5FF9"/>
    <w:rsid w:val="00AE682A"/>
    <w:rsid w:val="00AE73D5"/>
    <w:rsid w:val="00AE7884"/>
    <w:rsid w:val="00AF0570"/>
    <w:rsid w:val="00AF0BFF"/>
    <w:rsid w:val="00AF0CC0"/>
    <w:rsid w:val="00AF128A"/>
    <w:rsid w:val="00AF1580"/>
    <w:rsid w:val="00AF1E30"/>
    <w:rsid w:val="00AF2669"/>
    <w:rsid w:val="00AF29D6"/>
    <w:rsid w:val="00AF382E"/>
    <w:rsid w:val="00AF435E"/>
    <w:rsid w:val="00AF4CB3"/>
    <w:rsid w:val="00AF544B"/>
    <w:rsid w:val="00AF59FB"/>
    <w:rsid w:val="00AF657A"/>
    <w:rsid w:val="00AF66DB"/>
    <w:rsid w:val="00AF7032"/>
    <w:rsid w:val="00AF7322"/>
    <w:rsid w:val="00AF74DC"/>
    <w:rsid w:val="00AF7A8A"/>
    <w:rsid w:val="00B01427"/>
    <w:rsid w:val="00B014AF"/>
    <w:rsid w:val="00B02BCE"/>
    <w:rsid w:val="00B02CA6"/>
    <w:rsid w:val="00B02DE6"/>
    <w:rsid w:val="00B03F55"/>
    <w:rsid w:val="00B03F61"/>
    <w:rsid w:val="00B0418E"/>
    <w:rsid w:val="00B04FB8"/>
    <w:rsid w:val="00B06ECA"/>
    <w:rsid w:val="00B07194"/>
    <w:rsid w:val="00B0738A"/>
    <w:rsid w:val="00B07F93"/>
    <w:rsid w:val="00B10981"/>
    <w:rsid w:val="00B10C32"/>
    <w:rsid w:val="00B10DB0"/>
    <w:rsid w:val="00B10F7E"/>
    <w:rsid w:val="00B1103A"/>
    <w:rsid w:val="00B11149"/>
    <w:rsid w:val="00B13688"/>
    <w:rsid w:val="00B1408B"/>
    <w:rsid w:val="00B14836"/>
    <w:rsid w:val="00B14A92"/>
    <w:rsid w:val="00B15DD5"/>
    <w:rsid w:val="00B16504"/>
    <w:rsid w:val="00B16680"/>
    <w:rsid w:val="00B16898"/>
    <w:rsid w:val="00B17058"/>
    <w:rsid w:val="00B172AF"/>
    <w:rsid w:val="00B21DAF"/>
    <w:rsid w:val="00B22080"/>
    <w:rsid w:val="00B239D3"/>
    <w:rsid w:val="00B24807"/>
    <w:rsid w:val="00B248CC"/>
    <w:rsid w:val="00B24DE6"/>
    <w:rsid w:val="00B251E9"/>
    <w:rsid w:val="00B25FE1"/>
    <w:rsid w:val="00B26229"/>
    <w:rsid w:val="00B266DE"/>
    <w:rsid w:val="00B27073"/>
    <w:rsid w:val="00B27368"/>
    <w:rsid w:val="00B275D3"/>
    <w:rsid w:val="00B277B1"/>
    <w:rsid w:val="00B27F23"/>
    <w:rsid w:val="00B30F5B"/>
    <w:rsid w:val="00B31157"/>
    <w:rsid w:val="00B31572"/>
    <w:rsid w:val="00B31A3B"/>
    <w:rsid w:val="00B31FE2"/>
    <w:rsid w:val="00B32583"/>
    <w:rsid w:val="00B32C04"/>
    <w:rsid w:val="00B32CD3"/>
    <w:rsid w:val="00B3303E"/>
    <w:rsid w:val="00B33D40"/>
    <w:rsid w:val="00B34959"/>
    <w:rsid w:val="00B35427"/>
    <w:rsid w:val="00B35872"/>
    <w:rsid w:val="00B35978"/>
    <w:rsid w:val="00B35A01"/>
    <w:rsid w:val="00B35A02"/>
    <w:rsid w:val="00B35A1D"/>
    <w:rsid w:val="00B361AD"/>
    <w:rsid w:val="00B361F2"/>
    <w:rsid w:val="00B36401"/>
    <w:rsid w:val="00B367A5"/>
    <w:rsid w:val="00B409E0"/>
    <w:rsid w:val="00B40D13"/>
    <w:rsid w:val="00B40F36"/>
    <w:rsid w:val="00B411AF"/>
    <w:rsid w:val="00B41313"/>
    <w:rsid w:val="00B41378"/>
    <w:rsid w:val="00B41387"/>
    <w:rsid w:val="00B42605"/>
    <w:rsid w:val="00B43F8F"/>
    <w:rsid w:val="00B445FE"/>
    <w:rsid w:val="00B4511B"/>
    <w:rsid w:val="00B454BE"/>
    <w:rsid w:val="00B459A3"/>
    <w:rsid w:val="00B45C23"/>
    <w:rsid w:val="00B46053"/>
    <w:rsid w:val="00B46B7E"/>
    <w:rsid w:val="00B46E89"/>
    <w:rsid w:val="00B47517"/>
    <w:rsid w:val="00B475B1"/>
    <w:rsid w:val="00B478F9"/>
    <w:rsid w:val="00B47B37"/>
    <w:rsid w:val="00B47D02"/>
    <w:rsid w:val="00B47FF6"/>
    <w:rsid w:val="00B501CA"/>
    <w:rsid w:val="00B50829"/>
    <w:rsid w:val="00B51024"/>
    <w:rsid w:val="00B520D0"/>
    <w:rsid w:val="00B53511"/>
    <w:rsid w:val="00B543F0"/>
    <w:rsid w:val="00B54C03"/>
    <w:rsid w:val="00B54F6D"/>
    <w:rsid w:val="00B54FCA"/>
    <w:rsid w:val="00B550AB"/>
    <w:rsid w:val="00B5521A"/>
    <w:rsid w:val="00B55A76"/>
    <w:rsid w:val="00B57C5C"/>
    <w:rsid w:val="00B60208"/>
    <w:rsid w:val="00B606CB"/>
    <w:rsid w:val="00B61556"/>
    <w:rsid w:val="00B61BC7"/>
    <w:rsid w:val="00B61BD2"/>
    <w:rsid w:val="00B62A32"/>
    <w:rsid w:val="00B62BE7"/>
    <w:rsid w:val="00B62DBB"/>
    <w:rsid w:val="00B642CB"/>
    <w:rsid w:val="00B6448B"/>
    <w:rsid w:val="00B64EB0"/>
    <w:rsid w:val="00B65A27"/>
    <w:rsid w:val="00B669F1"/>
    <w:rsid w:val="00B67D11"/>
    <w:rsid w:val="00B67D86"/>
    <w:rsid w:val="00B705E2"/>
    <w:rsid w:val="00B708F1"/>
    <w:rsid w:val="00B70C51"/>
    <w:rsid w:val="00B70CD5"/>
    <w:rsid w:val="00B70FD2"/>
    <w:rsid w:val="00B71370"/>
    <w:rsid w:val="00B7163F"/>
    <w:rsid w:val="00B716AB"/>
    <w:rsid w:val="00B719EF"/>
    <w:rsid w:val="00B72B94"/>
    <w:rsid w:val="00B736B2"/>
    <w:rsid w:val="00B73CF9"/>
    <w:rsid w:val="00B73EAD"/>
    <w:rsid w:val="00B74168"/>
    <w:rsid w:val="00B746DB"/>
    <w:rsid w:val="00B74765"/>
    <w:rsid w:val="00B749C7"/>
    <w:rsid w:val="00B749EE"/>
    <w:rsid w:val="00B75B16"/>
    <w:rsid w:val="00B75F08"/>
    <w:rsid w:val="00B76374"/>
    <w:rsid w:val="00B77109"/>
    <w:rsid w:val="00B77E26"/>
    <w:rsid w:val="00B77EC5"/>
    <w:rsid w:val="00B80959"/>
    <w:rsid w:val="00B80C0C"/>
    <w:rsid w:val="00B81730"/>
    <w:rsid w:val="00B81F0C"/>
    <w:rsid w:val="00B82BBB"/>
    <w:rsid w:val="00B833F5"/>
    <w:rsid w:val="00B835D4"/>
    <w:rsid w:val="00B837B7"/>
    <w:rsid w:val="00B83A0D"/>
    <w:rsid w:val="00B83A7D"/>
    <w:rsid w:val="00B84235"/>
    <w:rsid w:val="00B84287"/>
    <w:rsid w:val="00B8445C"/>
    <w:rsid w:val="00B846A6"/>
    <w:rsid w:val="00B85725"/>
    <w:rsid w:val="00B857DE"/>
    <w:rsid w:val="00B86BDD"/>
    <w:rsid w:val="00B86D4E"/>
    <w:rsid w:val="00B90E30"/>
    <w:rsid w:val="00B916A1"/>
    <w:rsid w:val="00B921B9"/>
    <w:rsid w:val="00B92DC5"/>
    <w:rsid w:val="00B93E45"/>
    <w:rsid w:val="00B94338"/>
    <w:rsid w:val="00B95129"/>
    <w:rsid w:val="00B95951"/>
    <w:rsid w:val="00B95E78"/>
    <w:rsid w:val="00B96358"/>
    <w:rsid w:val="00B963C0"/>
    <w:rsid w:val="00B965D7"/>
    <w:rsid w:val="00B96CAC"/>
    <w:rsid w:val="00B96D3F"/>
    <w:rsid w:val="00B96E9A"/>
    <w:rsid w:val="00B97128"/>
    <w:rsid w:val="00B97BAF"/>
    <w:rsid w:val="00B97D7F"/>
    <w:rsid w:val="00BA0938"/>
    <w:rsid w:val="00BA0953"/>
    <w:rsid w:val="00BA12F4"/>
    <w:rsid w:val="00BA1734"/>
    <w:rsid w:val="00BA1AD1"/>
    <w:rsid w:val="00BA1E53"/>
    <w:rsid w:val="00BA1EBD"/>
    <w:rsid w:val="00BA23EE"/>
    <w:rsid w:val="00BA2756"/>
    <w:rsid w:val="00BA34C8"/>
    <w:rsid w:val="00BA4E60"/>
    <w:rsid w:val="00BA514F"/>
    <w:rsid w:val="00BA5337"/>
    <w:rsid w:val="00BA567A"/>
    <w:rsid w:val="00BA5987"/>
    <w:rsid w:val="00BA5AEF"/>
    <w:rsid w:val="00BA66FD"/>
    <w:rsid w:val="00BA7270"/>
    <w:rsid w:val="00BA731E"/>
    <w:rsid w:val="00BA7422"/>
    <w:rsid w:val="00BA7D17"/>
    <w:rsid w:val="00BA7E55"/>
    <w:rsid w:val="00BB1403"/>
    <w:rsid w:val="00BB1F53"/>
    <w:rsid w:val="00BB20DD"/>
    <w:rsid w:val="00BB268E"/>
    <w:rsid w:val="00BB2711"/>
    <w:rsid w:val="00BB288E"/>
    <w:rsid w:val="00BB2A74"/>
    <w:rsid w:val="00BB2C9E"/>
    <w:rsid w:val="00BB2E5A"/>
    <w:rsid w:val="00BB31CE"/>
    <w:rsid w:val="00BB362A"/>
    <w:rsid w:val="00BB3A4C"/>
    <w:rsid w:val="00BB4B30"/>
    <w:rsid w:val="00BB4D13"/>
    <w:rsid w:val="00BB5BEC"/>
    <w:rsid w:val="00BB6115"/>
    <w:rsid w:val="00BB658C"/>
    <w:rsid w:val="00BB670A"/>
    <w:rsid w:val="00BB6D6C"/>
    <w:rsid w:val="00BB78BE"/>
    <w:rsid w:val="00BC1044"/>
    <w:rsid w:val="00BC13DC"/>
    <w:rsid w:val="00BC174A"/>
    <w:rsid w:val="00BC201C"/>
    <w:rsid w:val="00BC294F"/>
    <w:rsid w:val="00BC29AB"/>
    <w:rsid w:val="00BC2AC0"/>
    <w:rsid w:val="00BC2B81"/>
    <w:rsid w:val="00BC38C0"/>
    <w:rsid w:val="00BC3987"/>
    <w:rsid w:val="00BC3D31"/>
    <w:rsid w:val="00BC3E59"/>
    <w:rsid w:val="00BC41B7"/>
    <w:rsid w:val="00BC51CA"/>
    <w:rsid w:val="00BC5325"/>
    <w:rsid w:val="00BC550E"/>
    <w:rsid w:val="00BC55AD"/>
    <w:rsid w:val="00BC5FBD"/>
    <w:rsid w:val="00BC66AE"/>
    <w:rsid w:val="00BC6A9B"/>
    <w:rsid w:val="00BD078B"/>
    <w:rsid w:val="00BD0A4F"/>
    <w:rsid w:val="00BD10A9"/>
    <w:rsid w:val="00BD1427"/>
    <w:rsid w:val="00BD156C"/>
    <w:rsid w:val="00BD194B"/>
    <w:rsid w:val="00BD1CEF"/>
    <w:rsid w:val="00BD2861"/>
    <w:rsid w:val="00BD2D96"/>
    <w:rsid w:val="00BD3868"/>
    <w:rsid w:val="00BD3F4F"/>
    <w:rsid w:val="00BD4C60"/>
    <w:rsid w:val="00BD4DD0"/>
    <w:rsid w:val="00BD54C3"/>
    <w:rsid w:val="00BD5636"/>
    <w:rsid w:val="00BD609A"/>
    <w:rsid w:val="00BD60EB"/>
    <w:rsid w:val="00BD6A9B"/>
    <w:rsid w:val="00BD6FD1"/>
    <w:rsid w:val="00BD728C"/>
    <w:rsid w:val="00BD750B"/>
    <w:rsid w:val="00BD7A16"/>
    <w:rsid w:val="00BD7E25"/>
    <w:rsid w:val="00BE1E20"/>
    <w:rsid w:val="00BE21DD"/>
    <w:rsid w:val="00BE2F44"/>
    <w:rsid w:val="00BE3062"/>
    <w:rsid w:val="00BE3085"/>
    <w:rsid w:val="00BE36B0"/>
    <w:rsid w:val="00BE36C4"/>
    <w:rsid w:val="00BE431A"/>
    <w:rsid w:val="00BE43EB"/>
    <w:rsid w:val="00BE5EAF"/>
    <w:rsid w:val="00BE62B2"/>
    <w:rsid w:val="00BE6CEF"/>
    <w:rsid w:val="00BE7018"/>
    <w:rsid w:val="00BE70F1"/>
    <w:rsid w:val="00BE7AAA"/>
    <w:rsid w:val="00BE7E49"/>
    <w:rsid w:val="00BE7EE2"/>
    <w:rsid w:val="00BF027D"/>
    <w:rsid w:val="00BF1E97"/>
    <w:rsid w:val="00BF2254"/>
    <w:rsid w:val="00BF25E4"/>
    <w:rsid w:val="00BF27B6"/>
    <w:rsid w:val="00BF2A50"/>
    <w:rsid w:val="00BF3546"/>
    <w:rsid w:val="00BF3C66"/>
    <w:rsid w:val="00BF535C"/>
    <w:rsid w:val="00BF5D8F"/>
    <w:rsid w:val="00BF5EEF"/>
    <w:rsid w:val="00BF667A"/>
    <w:rsid w:val="00BF6A89"/>
    <w:rsid w:val="00BF7322"/>
    <w:rsid w:val="00BF74F2"/>
    <w:rsid w:val="00BF7999"/>
    <w:rsid w:val="00C00B71"/>
    <w:rsid w:val="00C00EC4"/>
    <w:rsid w:val="00C00F60"/>
    <w:rsid w:val="00C013FB"/>
    <w:rsid w:val="00C017EA"/>
    <w:rsid w:val="00C01E0D"/>
    <w:rsid w:val="00C02386"/>
    <w:rsid w:val="00C031D9"/>
    <w:rsid w:val="00C035E7"/>
    <w:rsid w:val="00C039D8"/>
    <w:rsid w:val="00C03F13"/>
    <w:rsid w:val="00C03F45"/>
    <w:rsid w:val="00C04D6B"/>
    <w:rsid w:val="00C06797"/>
    <w:rsid w:val="00C070B2"/>
    <w:rsid w:val="00C072EF"/>
    <w:rsid w:val="00C07333"/>
    <w:rsid w:val="00C073C2"/>
    <w:rsid w:val="00C07425"/>
    <w:rsid w:val="00C07508"/>
    <w:rsid w:val="00C07766"/>
    <w:rsid w:val="00C07A11"/>
    <w:rsid w:val="00C07FB7"/>
    <w:rsid w:val="00C10182"/>
    <w:rsid w:val="00C102CC"/>
    <w:rsid w:val="00C118E9"/>
    <w:rsid w:val="00C119A7"/>
    <w:rsid w:val="00C12271"/>
    <w:rsid w:val="00C127F8"/>
    <w:rsid w:val="00C13BAC"/>
    <w:rsid w:val="00C14EDA"/>
    <w:rsid w:val="00C16F53"/>
    <w:rsid w:val="00C17C62"/>
    <w:rsid w:val="00C201B8"/>
    <w:rsid w:val="00C20289"/>
    <w:rsid w:val="00C22430"/>
    <w:rsid w:val="00C22489"/>
    <w:rsid w:val="00C22E2E"/>
    <w:rsid w:val="00C22EFB"/>
    <w:rsid w:val="00C2466F"/>
    <w:rsid w:val="00C259F0"/>
    <w:rsid w:val="00C25B9C"/>
    <w:rsid w:val="00C263FA"/>
    <w:rsid w:val="00C2663D"/>
    <w:rsid w:val="00C27031"/>
    <w:rsid w:val="00C277EF"/>
    <w:rsid w:val="00C3036C"/>
    <w:rsid w:val="00C3080C"/>
    <w:rsid w:val="00C3118A"/>
    <w:rsid w:val="00C311F0"/>
    <w:rsid w:val="00C31871"/>
    <w:rsid w:val="00C31E08"/>
    <w:rsid w:val="00C3230B"/>
    <w:rsid w:val="00C32528"/>
    <w:rsid w:val="00C32870"/>
    <w:rsid w:val="00C32B46"/>
    <w:rsid w:val="00C3359B"/>
    <w:rsid w:val="00C3397F"/>
    <w:rsid w:val="00C33B51"/>
    <w:rsid w:val="00C3466F"/>
    <w:rsid w:val="00C34C69"/>
    <w:rsid w:val="00C34CA6"/>
    <w:rsid w:val="00C3539A"/>
    <w:rsid w:val="00C355CF"/>
    <w:rsid w:val="00C35B8B"/>
    <w:rsid w:val="00C36AE6"/>
    <w:rsid w:val="00C36E13"/>
    <w:rsid w:val="00C36ECD"/>
    <w:rsid w:val="00C37570"/>
    <w:rsid w:val="00C400EA"/>
    <w:rsid w:val="00C402BA"/>
    <w:rsid w:val="00C41807"/>
    <w:rsid w:val="00C419AB"/>
    <w:rsid w:val="00C41B63"/>
    <w:rsid w:val="00C41F4E"/>
    <w:rsid w:val="00C42243"/>
    <w:rsid w:val="00C42313"/>
    <w:rsid w:val="00C423BA"/>
    <w:rsid w:val="00C43341"/>
    <w:rsid w:val="00C4400A"/>
    <w:rsid w:val="00C441CC"/>
    <w:rsid w:val="00C4528C"/>
    <w:rsid w:val="00C4656C"/>
    <w:rsid w:val="00C477A4"/>
    <w:rsid w:val="00C47B12"/>
    <w:rsid w:val="00C500D3"/>
    <w:rsid w:val="00C50403"/>
    <w:rsid w:val="00C5067B"/>
    <w:rsid w:val="00C50A00"/>
    <w:rsid w:val="00C50F65"/>
    <w:rsid w:val="00C51434"/>
    <w:rsid w:val="00C515B9"/>
    <w:rsid w:val="00C51954"/>
    <w:rsid w:val="00C51B14"/>
    <w:rsid w:val="00C52A96"/>
    <w:rsid w:val="00C53C31"/>
    <w:rsid w:val="00C54516"/>
    <w:rsid w:val="00C5487C"/>
    <w:rsid w:val="00C557BD"/>
    <w:rsid w:val="00C56302"/>
    <w:rsid w:val="00C567F7"/>
    <w:rsid w:val="00C56EA2"/>
    <w:rsid w:val="00C57624"/>
    <w:rsid w:val="00C57EE7"/>
    <w:rsid w:val="00C60112"/>
    <w:rsid w:val="00C602BD"/>
    <w:rsid w:val="00C603BA"/>
    <w:rsid w:val="00C603E1"/>
    <w:rsid w:val="00C60D1F"/>
    <w:rsid w:val="00C61269"/>
    <w:rsid w:val="00C61946"/>
    <w:rsid w:val="00C61A06"/>
    <w:rsid w:val="00C62F60"/>
    <w:rsid w:val="00C63BA9"/>
    <w:rsid w:val="00C644B8"/>
    <w:rsid w:val="00C646B3"/>
    <w:rsid w:val="00C64F5B"/>
    <w:rsid w:val="00C6531E"/>
    <w:rsid w:val="00C6553A"/>
    <w:rsid w:val="00C65CE8"/>
    <w:rsid w:val="00C66085"/>
    <w:rsid w:val="00C66A36"/>
    <w:rsid w:val="00C66DA9"/>
    <w:rsid w:val="00C67244"/>
    <w:rsid w:val="00C673F6"/>
    <w:rsid w:val="00C6762F"/>
    <w:rsid w:val="00C67DFA"/>
    <w:rsid w:val="00C707DF"/>
    <w:rsid w:val="00C70CE4"/>
    <w:rsid w:val="00C71407"/>
    <w:rsid w:val="00C717B6"/>
    <w:rsid w:val="00C723AA"/>
    <w:rsid w:val="00C72CB5"/>
    <w:rsid w:val="00C72D25"/>
    <w:rsid w:val="00C72D70"/>
    <w:rsid w:val="00C730E7"/>
    <w:rsid w:val="00C731B3"/>
    <w:rsid w:val="00C733DB"/>
    <w:rsid w:val="00C736EF"/>
    <w:rsid w:val="00C737F1"/>
    <w:rsid w:val="00C73C20"/>
    <w:rsid w:val="00C741F7"/>
    <w:rsid w:val="00C747D0"/>
    <w:rsid w:val="00C76178"/>
    <w:rsid w:val="00C76808"/>
    <w:rsid w:val="00C7699E"/>
    <w:rsid w:val="00C76E19"/>
    <w:rsid w:val="00C77B58"/>
    <w:rsid w:val="00C77C7C"/>
    <w:rsid w:val="00C77D8E"/>
    <w:rsid w:val="00C77E98"/>
    <w:rsid w:val="00C803C2"/>
    <w:rsid w:val="00C82A01"/>
    <w:rsid w:val="00C830A2"/>
    <w:rsid w:val="00C8342B"/>
    <w:rsid w:val="00C83AE3"/>
    <w:rsid w:val="00C84DED"/>
    <w:rsid w:val="00C855C7"/>
    <w:rsid w:val="00C856FC"/>
    <w:rsid w:val="00C857F9"/>
    <w:rsid w:val="00C85DFA"/>
    <w:rsid w:val="00C86128"/>
    <w:rsid w:val="00C8713A"/>
    <w:rsid w:val="00C904BA"/>
    <w:rsid w:val="00C90AD7"/>
    <w:rsid w:val="00C90CD2"/>
    <w:rsid w:val="00C91578"/>
    <w:rsid w:val="00C91D66"/>
    <w:rsid w:val="00C92BB4"/>
    <w:rsid w:val="00C93827"/>
    <w:rsid w:val="00C93D95"/>
    <w:rsid w:val="00C94867"/>
    <w:rsid w:val="00C94B1D"/>
    <w:rsid w:val="00C94C86"/>
    <w:rsid w:val="00C952B3"/>
    <w:rsid w:val="00C953AB"/>
    <w:rsid w:val="00C95565"/>
    <w:rsid w:val="00C95659"/>
    <w:rsid w:val="00C9605F"/>
    <w:rsid w:val="00C962D9"/>
    <w:rsid w:val="00C963FD"/>
    <w:rsid w:val="00C96842"/>
    <w:rsid w:val="00C968D5"/>
    <w:rsid w:val="00C96C9D"/>
    <w:rsid w:val="00C96D72"/>
    <w:rsid w:val="00C97147"/>
    <w:rsid w:val="00C97982"/>
    <w:rsid w:val="00C97E75"/>
    <w:rsid w:val="00CA0990"/>
    <w:rsid w:val="00CA0FCF"/>
    <w:rsid w:val="00CA1513"/>
    <w:rsid w:val="00CA19EB"/>
    <w:rsid w:val="00CA3449"/>
    <w:rsid w:val="00CA3520"/>
    <w:rsid w:val="00CA361F"/>
    <w:rsid w:val="00CA37FC"/>
    <w:rsid w:val="00CA3E52"/>
    <w:rsid w:val="00CA42B3"/>
    <w:rsid w:val="00CA4761"/>
    <w:rsid w:val="00CA477E"/>
    <w:rsid w:val="00CA4892"/>
    <w:rsid w:val="00CA4F2C"/>
    <w:rsid w:val="00CA4FAC"/>
    <w:rsid w:val="00CA50F6"/>
    <w:rsid w:val="00CA5415"/>
    <w:rsid w:val="00CA573D"/>
    <w:rsid w:val="00CA6432"/>
    <w:rsid w:val="00CA6D3C"/>
    <w:rsid w:val="00CA7FAE"/>
    <w:rsid w:val="00CA7FD1"/>
    <w:rsid w:val="00CB09D7"/>
    <w:rsid w:val="00CB0B55"/>
    <w:rsid w:val="00CB1443"/>
    <w:rsid w:val="00CB1481"/>
    <w:rsid w:val="00CB1CB8"/>
    <w:rsid w:val="00CB3ECF"/>
    <w:rsid w:val="00CB47C4"/>
    <w:rsid w:val="00CB4F6F"/>
    <w:rsid w:val="00CB514B"/>
    <w:rsid w:val="00CB5796"/>
    <w:rsid w:val="00CB589A"/>
    <w:rsid w:val="00CB73E9"/>
    <w:rsid w:val="00CB74F9"/>
    <w:rsid w:val="00CB77EA"/>
    <w:rsid w:val="00CB7C37"/>
    <w:rsid w:val="00CC009B"/>
    <w:rsid w:val="00CC017B"/>
    <w:rsid w:val="00CC07F1"/>
    <w:rsid w:val="00CC0C7D"/>
    <w:rsid w:val="00CC113D"/>
    <w:rsid w:val="00CC1314"/>
    <w:rsid w:val="00CC2103"/>
    <w:rsid w:val="00CC274E"/>
    <w:rsid w:val="00CC3107"/>
    <w:rsid w:val="00CC3B4D"/>
    <w:rsid w:val="00CC4062"/>
    <w:rsid w:val="00CC5CD9"/>
    <w:rsid w:val="00CC639E"/>
    <w:rsid w:val="00CC65B6"/>
    <w:rsid w:val="00CC6A34"/>
    <w:rsid w:val="00CC6CAB"/>
    <w:rsid w:val="00CC7080"/>
    <w:rsid w:val="00CC741B"/>
    <w:rsid w:val="00CC79F8"/>
    <w:rsid w:val="00CC7C06"/>
    <w:rsid w:val="00CC7CA3"/>
    <w:rsid w:val="00CD0638"/>
    <w:rsid w:val="00CD0916"/>
    <w:rsid w:val="00CD191E"/>
    <w:rsid w:val="00CD2E3A"/>
    <w:rsid w:val="00CD36FE"/>
    <w:rsid w:val="00CD43B4"/>
    <w:rsid w:val="00CD470B"/>
    <w:rsid w:val="00CD4AEC"/>
    <w:rsid w:val="00CD548C"/>
    <w:rsid w:val="00CD5E57"/>
    <w:rsid w:val="00CD607E"/>
    <w:rsid w:val="00CD6551"/>
    <w:rsid w:val="00CD6C8E"/>
    <w:rsid w:val="00CD7253"/>
    <w:rsid w:val="00CE07FB"/>
    <w:rsid w:val="00CE09FF"/>
    <w:rsid w:val="00CE1297"/>
    <w:rsid w:val="00CE1677"/>
    <w:rsid w:val="00CE1815"/>
    <w:rsid w:val="00CE199E"/>
    <w:rsid w:val="00CE1B0E"/>
    <w:rsid w:val="00CE1CD2"/>
    <w:rsid w:val="00CE1EA6"/>
    <w:rsid w:val="00CE227E"/>
    <w:rsid w:val="00CE22BB"/>
    <w:rsid w:val="00CE23E8"/>
    <w:rsid w:val="00CE263C"/>
    <w:rsid w:val="00CE297B"/>
    <w:rsid w:val="00CE3A8E"/>
    <w:rsid w:val="00CE50C8"/>
    <w:rsid w:val="00CE5815"/>
    <w:rsid w:val="00CE59D8"/>
    <w:rsid w:val="00CE66C1"/>
    <w:rsid w:val="00CE6B7C"/>
    <w:rsid w:val="00CE6D4E"/>
    <w:rsid w:val="00CE6E39"/>
    <w:rsid w:val="00CE6FC1"/>
    <w:rsid w:val="00CE73EC"/>
    <w:rsid w:val="00CE74F9"/>
    <w:rsid w:val="00CE7714"/>
    <w:rsid w:val="00CE7940"/>
    <w:rsid w:val="00CF033B"/>
    <w:rsid w:val="00CF0D89"/>
    <w:rsid w:val="00CF10F0"/>
    <w:rsid w:val="00CF1685"/>
    <w:rsid w:val="00CF173B"/>
    <w:rsid w:val="00CF22E0"/>
    <w:rsid w:val="00CF24A4"/>
    <w:rsid w:val="00CF2945"/>
    <w:rsid w:val="00CF3828"/>
    <w:rsid w:val="00CF4726"/>
    <w:rsid w:val="00CF4DF5"/>
    <w:rsid w:val="00CF6C49"/>
    <w:rsid w:val="00CF72C4"/>
    <w:rsid w:val="00CF7347"/>
    <w:rsid w:val="00CF7F43"/>
    <w:rsid w:val="00D0154D"/>
    <w:rsid w:val="00D018CE"/>
    <w:rsid w:val="00D01A19"/>
    <w:rsid w:val="00D02143"/>
    <w:rsid w:val="00D025B9"/>
    <w:rsid w:val="00D03BD3"/>
    <w:rsid w:val="00D03FF3"/>
    <w:rsid w:val="00D049DF"/>
    <w:rsid w:val="00D05492"/>
    <w:rsid w:val="00D05C9A"/>
    <w:rsid w:val="00D061E6"/>
    <w:rsid w:val="00D065DD"/>
    <w:rsid w:val="00D06693"/>
    <w:rsid w:val="00D06F4A"/>
    <w:rsid w:val="00D116BC"/>
    <w:rsid w:val="00D11808"/>
    <w:rsid w:val="00D125FB"/>
    <w:rsid w:val="00D126D0"/>
    <w:rsid w:val="00D13477"/>
    <w:rsid w:val="00D14035"/>
    <w:rsid w:val="00D151EB"/>
    <w:rsid w:val="00D15EB7"/>
    <w:rsid w:val="00D16AED"/>
    <w:rsid w:val="00D16AFC"/>
    <w:rsid w:val="00D16D98"/>
    <w:rsid w:val="00D170CD"/>
    <w:rsid w:val="00D201D1"/>
    <w:rsid w:val="00D20742"/>
    <w:rsid w:val="00D2126D"/>
    <w:rsid w:val="00D214FB"/>
    <w:rsid w:val="00D21794"/>
    <w:rsid w:val="00D21A2E"/>
    <w:rsid w:val="00D22F0F"/>
    <w:rsid w:val="00D231F6"/>
    <w:rsid w:val="00D233E1"/>
    <w:rsid w:val="00D236E2"/>
    <w:rsid w:val="00D241DF"/>
    <w:rsid w:val="00D2429E"/>
    <w:rsid w:val="00D24530"/>
    <w:rsid w:val="00D24550"/>
    <w:rsid w:val="00D26C38"/>
    <w:rsid w:val="00D26DE0"/>
    <w:rsid w:val="00D303A2"/>
    <w:rsid w:val="00D305C0"/>
    <w:rsid w:val="00D30B35"/>
    <w:rsid w:val="00D30D4B"/>
    <w:rsid w:val="00D310E1"/>
    <w:rsid w:val="00D311EE"/>
    <w:rsid w:val="00D3134E"/>
    <w:rsid w:val="00D31EDD"/>
    <w:rsid w:val="00D3231C"/>
    <w:rsid w:val="00D32B41"/>
    <w:rsid w:val="00D32DE7"/>
    <w:rsid w:val="00D3308E"/>
    <w:rsid w:val="00D34A78"/>
    <w:rsid w:val="00D34AD2"/>
    <w:rsid w:val="00D351AA"/>
    <w:rsid w:val="00D35694"/>
    <w:rsid w:val="00D36085"/>
    <w:rsid w:val="00D367D2"/>
    <w:rsid w:val="00D3696F"/>
    <w:rsid w:val="00D3722D"/>
    <w:rsid w:val="00D37F63"/>
    <w:rsid w:val="00D4025E"/>
    <w:rsid w:val="00D407CE"/>
    <w:rsid w:val="00D41978"/>
    <w:rsid w:val="00D41E50"/>
    <w:rsid w:val="00D423AB"/>
    <w:rsid w:val="00D423C2"/>
    <w:rsid w:val="00D42533"/>
    <w:rsid w:val="00D42B8D"/>
    <w:rsid w:val="00D42CA7"/>
    <w:rsid w:val="00D43031"/>
    <w:rsid w:val="00D431A6"/>
    <w:rsid w:val="00D455DF"/>
    <w:rsid w:val="00D45A0A"/>
    <w:rsid w:val="00D46574"/>
    <w:rsid w:val="00D4707D"/>
    <w:rsid w:val="00D4717A"/>
    <w:rsid w:val="00D47379"/>
    <w:rsid w:val="00D50FF8"/>
    <w:rsid w:val="00D51670"/>
    <w:rsid w:val="00D51D1B"/>
    <w:rsid w:val="00D51EF2"/>
    <w:rsid w:val="00D51FF1"/>
    <w:rsid w:val="00D52710"/>
    <w:rsid w:val="00D52D56"/>
    <w:rsid w:val="00D52E60"/>
    <w:rsid w:val="00D534E8"/>
    <w:rsid w:val="00D534F4"/>
    <w:rsid w:val="00D54B1C"/>
    <w:rsid w:val="00D54C29"/>
    <w:rsid w:val="00D56510"/>
    <w:rsid w:val="00D571F4"/>
    <w:rsid w:val="00D57920"/>
    <w:rsid w:val="00D6007F"/>
    <w:rsid w:val="00D6084E"/>
    <w:rsid w:val="00D61016"/>
    <w:rsid w:val="00D612CE"/>
    <w:rsid w:val="00D62058"/>
    <w:rsid w:val="00D622A3"/>
    <w:rsid w:val="00D62BAE"/>
    <w:rsid w:val="00D630AD"/>
    <w:rsid w:val="00D63A86"/>
    <w:rsid w:val="00D64DF1"/>
    <w:rsid w:val="00D653CE"/>
    <w:rsid w:val="00D655D7"/>
    <w:rsid w:val="00D65891"/>
    <w:rsid w:val="00D65AE4"/>
    <w:rsid w:val="00D664A0"/>
    <w:rsid w:val="00D6727E"/>
    <w:rsid w:val="00D674E2"/>
    <w:rsid w:val="00D704BD"/>
    <w:rsid w:val="00D70D0C"/>
    <w:rsid w:val="00D70F98"/>
    <w:rsid w:val="00D71010"/>
    <w:rsid w:val="00D71147"/>
    <w:rsid w:val="00D719B0"/>
    <w:rsid w:val="00D71F65"/>
    <w:rsid w:val="00D72531"/>
    <w:rsid w:val="00D72E9D"/>
    <w:rsid w:val="00D730E7"/>
    <w:rsid w:val="00D73115"/>
    <w:rsid w:val="00D73202"/>
    <w:rsid w:val="00D73752"/>
    <w:rsid w:val="00D74692"/>
    <w:rsid w:val="00D74B57"/>
    <w:rsid w:val="00D74D86"/>
    <w:rsid w:val="00D75607"/>
    <w:rsid w:val="00D757EF"/>
    <w:rsid w:val="00D76BE5"/>
    <w:rsid w:val="00D779CA"/>
    <w:rsid w:val="00D80156"/>
    <w:rsid w:val="00D802AF"/>
    <w:rsid w:val="00D80AE9"/>
    <w:rsid w:val="00D80C12"/>
    <w:rsid w:val="00D80CCE"/>
    <w:rsid w:val="00D80D30"/>
    <w:rsid w:val="00D82557"/>
    <w:rsid w:val="00D82B55"/>
    <w:rsid w:val="00D82FAF"/>
    <w:rsid w:val="00D8362D"/>
    <w:rsid w:val="00D83A95"/>
    <w:rsid w:val="00D840B1"/>
    <w:rsid w:val="00D841AD"/>
    <w:rsid w:val="00D849CC"/>
    <w:rsid w:val="00D84C61"/>
    <w:rsid w:val="00D857CE"/>
    <w:rsid w:val="00D8583B"/>
    <w:rsid w:val="00D85E75"/>
    <w:rsid w:val="00D863F2"/>
    <w:rsid w:val="00D86570"/>
    <w:rsid w:val="00D867D8"/>
    <w:rsid w:val="00D86B46"/>
    <w:rsid w:val="00D86ECB"/>
    <w:rsid w:val="00D879EA"/>
    <w:rsid w:val="00D90207"/>
    <w:rsid w:val="00D905E0"/>
    <w:rsid w:val="00D91348"/>
    <w:rsid w:val="00D914F1"/>
    <w:rsid w:val="00D93114"/>
    <w:rsid w:val="00D94057"/>
    <w:rsid w:val="00D94544"/>
    <w:rsid w:val="00D955C5"/>
    <w:rsid w:val="00D958F1"/>
    <w:rsid w:val="00D95D9D"/>
    <w:rsid w:val="00D95DDB"/>
    <w:rsid w:val="00D97656"/>
    <w:rsid w:val="00D978B7"/>
    <w:rsid w:val="00DA06F0"/>
    <w:rsid w:val="00DA3C40"/>
    <w:rsid w:val="00DA500C"/>
    <w:rsid w:val="00DA5945"/>
    <w:rsid w:val="00DA5B32"/>
    <w:rsid w:val="00DA631E"/>
    <w:rsid w:val="00DA69B1"/>
    <w:rsid w:val="00DA6C95"/>
    <w:rsid w:val="00DA6EE3"/>
    <w:rsid w:val="00DB0B01"/>
    <w:rsid w:val="00DB0B66"/>
    <w:rsid w:val="00DB0C46"/>
    <w:rsid w:val="00DB0E1C"/>
    <w:rsid w:val="00DB1CF4"/>
    <w:rsid w:val="00DB1D1B"/>
    <w:rsid w:val="00DB3075"/>
    <w:rsid w:val="00DB33E6"/>
    <w:rsid w:val="00DB3A4D"/>
    <w:rsid w:val="00DB4740"/>
    <w:rsid w:val="00DB5CFB"/>
    <w:rsid w:val="00DB7319"/>
    <w:rsid w:val="00DB784A"/>
    <w:rsid w:val="00DB7963"/>
    <w:rsid w:val="00DC0178"/>
    <w:rsid w:val="00DC0EFF"/>
    <w:rsid w:val="00DC140D"/>
    <w:rsid w:val="00DC2309"/>
    <w:rsid w:val="00DC2BD3"/>
    <w:rsid w:val="00DC3A1E"/>
    <w:rsid w:val="00DC3ACC"/>
    <w:rsid w:val="00DC4864"/>
    <w:rsid w:val="00DC5A11"/>
    <w:rsid w:val="00DC5E0F"/>
    <w:rsid w:val="00DC6FDF"/>
    <w:rsid w:val="00DD035D"/>
    <w:rsid w:val="00DD2666"/>
    <w:rsid w:val="00DD27E7"/>
    <w:rsid w:val="00DD2EDE"/>
    <w:rsid w:val="00DD3364"/>
    <w:rsid w:val="00DD4467"/>
    <w:rsid w:val="00DD4661"/>
    <w:rsid w:val="00DD5178"/>
    <w:rsid w:val="00DD5D5D"/>
    <w:rsid w:val="00DD6706"/>
    <w:rsid w:val="00DD73D0"/>
    <w:rsid w:val="00DD7596"/>
    <w:rsid w:val="00DD780B"/>
    <w:rsid w:val="00DD7C71"/>
    <w:rsid w:val="00DE0590"/>
    <w:rsid w:val="00DE0C05"/>
    <w:rsid w:val="00DE0EE2"/>
    <w:rsid w:val="00DE1107"/>
    <w:rsid w:val="00DE16FD"/>
    <w:rsid w:val="00DE1D87"/>
    <w:rsid w:val="00DE20BB"/>
    <w:rsid w:val="00DE277C"/>
    <w:rsid w:val="00DE287B"/>
    <w:rsid w:val="00DE3C3B"/>
    <w:rsid w:val="00DE4360"/>
    <w:rsid w:val="00DE4B0D"/>
    <w:rsid w:val="00DE4D71"/>
    <w:rsid w:val="00DE5BD7"/>
    <w:rsid w:val="00DE659D"/>
    <w:rsid w:val="00DE6C45"/>
    <w:rsid w:val="00DE6F88"/>
    <w:rsid w:val="00DE75E9"/>
    <w:rsid w:val="00DF011D"/>
    <w:rsid w:val="00DF07A4"/>
    <w:rsid w:val="00DF135D"/>
    <w:rsid w:val="00DF1ABF"/>
    <w:rsid w:val="00DF1D19"/>
    <w:rsid w:val="00DF1D3E"/>
    <w:rsid w:val="00DF1EAA"/>
    <w:rsid w:val="00DF2588"/>
    <w:rsid w:val="00DF27F0"/>
    <w:rsid w:val="00DF363F"/>
    <w:rsid w:val="00DF3910"/>
    <w:rsid w:val="00DF3AFB"/>
    <w:rsid w:val="00DF409D"/>
    <w:rsid w:val="00DF476F"/>
    <w:rsid w:val="00DF4DBC"/>
    <w:rsid w:val="00DF4F0D"/>
    <w:rsid w:val="00DF50D7"/>
    <w:rsid w:val="00DF5340"/>
    <w:rsid w:val="00DF53DB"/>
    <w:rsid w:val="00DF6198"/>
    <w:rsid w:val="00DF62D0"/>
    <w:rsid w:val="00DF66B7"/>
    <w:rsid w:val="00DF6EC2"/>
    <w:rsid w:val="00DF6FCD"/>
    <w:rsid w:val="00DF7B7D"/>
    <w:rsid w:val="00DF7C7D"/>
    <w:rsid w:val="00E00268"/>
    <w:rsid w:val="00E00708"/>
    <w:rsid w:val="00E01C47"/>
    <w:rsid w:val="00E01F8A"/>
    <w:rsid w:val="00E02C00"/>
    <w:rsid w:val="00E03BFE"/>
    <w:rsid w:val="00E03E58"/>
    <w:rsid w:val="00E047BC"/>
    <w:rsid w:val="00E0485E"/>
    <w:rsid w:val="00E0503F"/>
    <w:rsid w:val="00E05779"/>
    <w:rsid w:val="00E05BA6"/>
    <w:rsid w:val="00E0654B"/>
    <w:rsid w:val="00E067D2"/>
    <w:rsid w:val="00E06C4A"/>
    <w:rsid w:val="00E0758C"/>
    <w:rsid w:val="00E075BC"/>
    <w:rsid w:val="00E078D6"/>
    <w:rsid w:val="00E07924"/>
    <w:rsid w:val="00E07CBE"/>
    <w:rsid w:val="00E10B80"/>
    <w:rsid w:val="00E11C6B"/>
    <w:rsid w:val="00E1258D"/>
    <w:rsid w:val="00E1334A"/>
    <w:rsid w:val="00E1345A"/>
    <w:rsid w:val="00E14963"/>
    <w:rsid w:val="00E14FCB"/>
    <w:rsid w:val="00E1554E"/>
    <w:rsid w:val="00E156C5"/>
    <w:rsid w:val="00E157AB"/>
    <w:rsid w:val="00E16FED"/>
    <w:rsid w:val="00E17AB4"/>
    <w:rsid w:val="00E17FB8"/>
    <w:rsid w:val="00E20100"/>
    <w:rsid w:val="00E2183A"/>
    <w:rsid w:val="00E21A18"/>
    <w:rsid w:val="00E21FE5"/>
    <w:rsid w:val="00E22370"/>
    <w:rsid w:val="00E22D25"/>
    <w:rsid w:val="00E23617"/>
    <w:rsid w:val="00E2389C"/>
    <w:rsid w:val="00E23BE1"/>
    <w:rsid w:val="00E23EFB"/>
    <w:rsid w:val="00E258BC"/>
    <w:rsid w:val="00E26500"/>
    <w:rsid w:val="00E26C1E"/>
    <w:rsid w:val="00E2714F"/>
    <w:rsid w:val="00E275B7"/>
    <w:rsid w:val="00E279FF"/>
    <w:rsid w:val="00E27E7D"/>
    <w:rsid w:val="00E30217"/>
    <w:rsid w:val="00E303A2"/>
    <w:rsid w:val="00E304AC"/>
    <w:rsid w:val="00E309AA"/>
    <w:rsid w:val="00E3104D"/>
    <w:rsid w:val="00E31A39"/>
    <w:rsid w:val="00E31B5E"/>
    <w:rsid w:val="00E32109"/>
    <w:rsid w:val="00E32C48"/>
    <w:rsid w:val="00E33233"/>
    <w:rsid w:val="00E334B3"/>
    <w:rsid w:val="00E3350E"/>
    <w:rsid w:val="00E3353D"/>
    <w:rsid w:val="00E33C40"/>
    <w:rsid w:val="00E346F3"/>
    <w:rsid w:val="00E34EA7"/>
    <w:rsid w:val="00E35728"/>
    <w:rsid w:val="00E35CEE"/>
    <w:rsid w:val="00E36487"/>
    <w:rsid w:val="00E37C4C"/>
    <w:rsid w:val="00E400C1"/>
    <w:rsid w:val="00E400FB"/>
    <w:rsid w:val="00E40D7B"/>
    <w:rsid w:val="00E40DA3"/>
    <w:rsid w:val="00E41C4D"/>
    <w:rsid w:val="00E42D43"/>
    <w:rsid w:val="00E43252"/>
    <w:rsid w:val="00E43479"/>
    <w:rsid w:val="00E44622"/>
    <w:rsid w:val="00E44C9B"/>
    <w:rsid w:val="00E44F45"/>
    <w:rsid w:val="00E4580D"/>
    <w:rsid w:val="00E45A43"/>
    <w:rsid w:val="00E45CFD"/>
    <w:rsid w:val="00E467BB"/>
    <w:rsid w:val="00E468F3"/>
    <w:rsid w:val="00E47535"/>
    <w:rsid w:val="00E50651"/>
    <w:rsid w:val="00E50785"/>
    <w:rsid w:val="00E51FE0"/>
    <w:rsid w:val="00E5273C"/>
    <w:rsid w:val="00E536BC"/>
    <w:rsid w:val="00E54446"/>
    <w:rsid w:val="00E54CD2"/>
    <w:rsid w:val="00E54E9B"/>
    <w:rsid w:val="00E552F0"/>
    <w:rsid w:val="00E55D01"/>
    <w:rsid w:val="00E57C33"/>
    <w:rsid w:val="00E57FDA"/>
    <w:rsid w:val="00E60A5C"/>
    <w:rsid w:val="00E60A92"/>
    <w:rsid w:val="00E610CF"/>
    <w:rsid w:val="00E61302"/>
    <w:rsid w:val="00E6145F"/>
    <w:rsid w:val="00E63228"/>
    <w:rsid w:val="00E632D0"/>
    <w:rsid w:val="00E6334D"/>
    <w:rsid w:val="00E63E6D"/>
    <w:rsid w:val="00E6434F"/>
    <w:rsid w:val="00E64463"/>
    <w:rsid w:val="00E647CA"/>
    <w:rsid w:val="00E6567B"/>
    <w:rsid w:val="00E65A22"/>
    <w:rsid w:val="00E66490"/>
    <w:rsid w:val="00E669CC"/>
    <w:rsid w:val="00E679C5"/>
    <w:rsid w:val="00E67BAA"/>
    <w:rsid w:val="00E67D74"/>
    <w:rsid w:val="00E703C6"/>
    <w:rsid w:val="00E70CD2"/>
    <w:rsid w:val="00E7106C"/>
    <w:rsid w:val="00E71E1B"/>
    <w:rsid w:val="00E71EA8"/>
    <w:rsid w:val="00E7214F"/>
    <w:rsid w:val="00E72B7F"/>
    <w:rsid w:val="00E7389F"/>
    <w:rsid w:val="00E73B11"/>
    <w:rsid w:val="00E74232"/>
    <w:rsid w:val="00E746BF"/>
    <w:rsid w:val="00E74CED"/>
    <w:rsid w:val="00E75D1D"/>
    <w:rsid w:val="00E75E11"/>
    <w:rsid w:val="00E75F4F"/>
    <w:rsid w:val="00E77850"/>
    <w:rsid w:val="00E778E0"/>
    <w:rsid w:val="00E8155A"/>
    <w:rsid w:val="00E81983"/>
    <w:rsid w:val="00E81A5B"/>
    <w:rsid w:val="00E8252F"/>
    <w:rsid w:val="00E827A1"/>
    <w:rsid w:val="00E82901"/>
    <w:rsid w:val="00E82A78"/>
    <w:rsid w:val="00E82FA9"/>
    <w:rsid w:val="00E83497"/>
    <w:rsid w:val="00E8372A"/>
    <w:rsid w:val="00E83790"/>
    <w:rsid w:val="00E83A16"/>
    <w:rsid w:val="00E84CC0"/>
    <w:rsid w:val="00E8500F"/>
    <w:rsid w:val="00E85194"/>
    <w:rsid w:val="00E858B4"/>
    <w:rsid w:val="00E85FDF"/>
    <w:rsid w:val="00E862E4"/>
    <w:rsid w:val="00E86AC7"/>
    <w:rsid w:val="00E870B3"/>
    <w:rsid w:val="00E877F5"/>
    <w:rsid w:val="00E87AC2"/>
    <w:rsid w:val="00E87D8A"/>
    <w:rsid w:val="00E87FD2"/>
    <w:rsid w:val="00E9175B"/>
    <w:rsid w:val="00E91F68"/>
    <w:rsid w:val="00E9235D"/>
    <w:rsid w:val="00E92394"/>
    <w:rsid w:val="00E92A49"/>
    <w:rsid w:val="00E93419"/>
    <w:rsid w:val="00E93782"/>
    <w:rsid w:val="00E941E8"/>
    <w:rsid w:val="00E95619"/>
    <w:rsid w:val="00E9728A"/>
    <w:rsid w:val="00E97AAB"/>
    <w:rsid w:val="00EA034F"/>
    <w:rsid w:val="00EA0E1F"/>
    <w:rsid w:val="00EA0E6F"/>
    <w:rsid w:val="00EA1861"/>
    <w:rsid w:val="00EA1877"/>
    <w:rsid w:val="00EA1F0D"/>
    <w:rsid w:val="00EA2409"/>
    <w:rsid w:val="00EA24D0"/>
    <w:rsid w:val="00EA27EE"/>
    <w:rsid w:val="00EA2A27"/>
    <w:rsid w:val="00EA2BD8"/>
    <w:rsid w:val="00EA2DF6"/>
    <w:rsid w:val="00EA32CD"/>
    <w:rsid w:val="00EA356B"/>
    <w:rsid w:val="00EA3650"/>
    <w:rsid w:val="00EA3B1F"/>
    <w:rsid w:val="00EA3F0E"/>
    <w:rsid w:val="00EA413F"/>
    <w:rsid w:val="00EA4389"/>
    <w:rsid w:val="00EA49EE"/>
    <w:rsid w:val="00EA53D3"/>
    <w:rsid w:val="00EA6230"/>
    <w:rsid w:val="00EA64E1"/>
    <w:rsid w:val="00EA6670"/>
    <w:rsid w:val="00EA6CC1"/>
    <w:rsid w:val="00EA6E39"/>
    <w:rsid w:val="00EA6FA6"/>
    <w:rsid w:val="00EA7420"/>
    <w:rsid w:val="00EA747A"/>
    <w:rsid w:val="00EA75B3"/>
    <w:rsid w:val="00EB048E"/>
    <w:rsid w:val="00EB075B"/>
    <w:rsid w:val="00EB08D0"/>
    <w:rsid w:val="00EB0C18"/>
    <w:rsid w:val="00EB163D"/>
    <w:rsid w:val="00EB221D"/>
    <w:rsid w:val="00EB2AAC"/>
    <w:rsid w:val="00EB379C"/>
    <w:rsid w:val="00EB4535"/>
    <w:rsid w:val="00EB4786"/>
    <w:rsid w:val="00EB47A6"/>
    <w:rsid w:val="00EB484A"/>
    <w:rsid w:val="00EB4C42"/>
    <w:rsid w:val="00EB4F6D"/>
    <w:rsid w:val="00EB51D9"/>
    <w:rsid w:val="00EB5387"/>
    <w:rsid w:val="00EB6404"/>
    <w:rsid w:val="00EB6A44"/>
    <w:rsid w:val="00EB6F68"/>
    <w:rsid w:val="00EB71B1"/>
    <w:rsid w:val="00EB78B2"/>
    <w:rsid w:val="00EB7993"/>
    <w:rsid w:val="00EC0DD2"/>
    <w:rsid w:val="00EC0F81"/>
    <w:rsid w:val="00EC1B91"/>
    <w:rsid w:val="00EC1D09"/>
    <w:rsid w:val="00EC23B0"/>
    <w:rsid w:val="00EC367C"/>
    <w:rsid w:val="00EC4C1F"/>
    <w:rsid w:val="00EC52A2"/>
    <w:rsid w:val="00EC5A58"/>
    <w:rsid w:val="00EC5CB2"/>
    <w:rsid w:val="00EC6284"/>
    <w:rsid w:val="00ED0FB7"/>
    <w:rsid w:val="00ED1416"/>
    <w:rsid w:val="00ED151F"/>
    <w:rsid w:val="00ED16F5"/>
    <w:rsid w:val="00ED1AE5"/>
    <w:rsid w:val="00ED271B"/>
    <w:rsid w:val="00ED2C0A"/>
    <w:rsid w:val="00ED3CA7"/>
    <w:rsid w:val="00ED4183"/>
    <w:rsid w:val="00ED4291"/>
    <w:rsid w:val="00ED4469"/>
    <w:rsid w:val="00ED4650"/>
    <w:rsid w:val="00ED4865"/>
    <w:rsid w:val="00ED488E"/>
    <w:rsid w:val="00ED4C35"/>
    <w:rsid w:val="00ED4D51"/>
    <w:rsid w:val="00ED4EB7"/>
    <w:rsid w:val="00ED59C0"/>
    <w:rsid w:val="00ED5DA0"/>
    <w:rsid w:val="00ED5DEC"/>
    <w:rsid w:val="00ED6101"/>
    <w:rsid w:val="00ED6102"/>
    <w:rsid w:val="00ED6391"/>
    <w:rsid w:val="00ED6AB1"/>
    <w:rsid w:val="00ED77B6"/>
    <w:rsid w:val="00ED7D08"/>
    <w:rsid w:val="00ED7FDE"/>
    <w:rsid w:val="00EE0111"/>
    <w:rsid w:val="00EE0D24"/>
    <w:rsid w:val="00EE18F2"/>
    <w:rsid w:val="00EE2811"/>
    <w:rsid w:val="00EE31B0"/>
    <w:rsid w:val="00EE3FE4"/>
    <w:rsid w:val="00EE4769"/>
    <w:rsid w:val="00EE484D"/>
    <w:rsid w:val="00EE4CF0"/>
    <w:rsid w:val="00EE559C"/>
    <w:rsid w:val="00EE6C58"/>
    <w:rsid w:val="00EE7575"/>
    <w:rsid w:val="00EF01ED"/>
    <w:rsid w:val="00EF05AD"/>
    <w:rsid w:val="00EF1380"/>
    <w:rsid w:val="00EF150B"/>
    <w:rsid w:val="00EF211D"/>
    <w:rsid w:val="00EF2297"/>
    <w:rsid w:val="00EF2401"/>
    <w:rsid w:val="00EF2438"/>
    <w:rsid w:val="00EF24A9"/>
    <w:rsid w:val="00EF2C35"/>
    <w:rsid w:val="00EF2D3C"/>
    <w:rsid w:val="00EF3E14"/>
    <w:rsid w:val="00EF42A7"/>
    <w:rsid w:val="00EF4E0E"/>
    <w:rsid w:val="00EF58FA"/>
    <w:rsid w:val="00EF5C3B"/>
    <w:rsid w:val="00EF639C"/>
    <w:rsid w:val="00EF6455"/>
    <w:rsid w:val="00EF6CED"/>
    <w:rsid w:val="00F00A19"/>
    <w:rsid w:val="00F016EA"/>
    <w:rsid w:val="00F01711"/>
    <w:rsid w:val="00F0172B"/>
    <w:rsid w:val="00F018E7"/>
    <w:rsid w:val="00F01C2C"/>
    <w:rsid w:val="00F01DF7"/>
    <w:rsid w:val="00F02214"/>
    <w:rsid w:val="00F03937"/>
    <w:rsid w:val="00F03AED"/>
    <w:rsid w:val="00F03BBC"/>
    <w:rsid w:val="00F03BDA"/>
    <w:rsid w:val="00F04604"/>
    <w:rsid w:val="00F046F4"/>
    <w:rsid w:val="00F04888"/>
    <w:rsid w:val="00F0494D"/>
    <w:rsid w:val="00F04CF0"/>
    <w:rsid w:val="00F0515F"/>
    <w:rsid w:val="00F05369"/>
    <w:rsid w:val="00F057F6"/>
    <w:rsid w:val="00F058F5"/>
    <w:rsid w:val="00F07115"/>
    <w:rsid w:val="00F071EB"/>
    <w:rsid w:val="00F07265"/>
    <w:rsid w:val="00F073F4"/>
    <w:rsid w:val="00F0759F"/>
    <w:rsid w:val="00F07B50"/>
    <w:rsid w:val="00F10E65"/>
    <w:rsid w:val="00F10FAE"/>
    <w:rsid w:val="00F11809"/>
    <w:rsid w:val="00F1207E"/>
    <w:rsid w:val="00F12152"/>
    <w:rsid w:val="00F12704"/>
    <w:rsid w:val="00F129D3"/>
    <w:rsid w:val="00F12D95"/>
    <w:rsid w:val="00F13218"/>
    <w:rsid w:val="00F13A35"/>
    <w:rsid w:val="00F13C2F"/>
    <w:rsid w:val="00F1407D"/>
    <w:rsid w:val="00F14468"/>
    <w:rsid w:val="00F148F2"/>
    <w:rsid w:val="00F14E33"/>
    <w:rsid w:val="00F150C9"/>
    <w:rsid w:val="00F15A84"/>
    <w:rsid w:val="00F16AD1"/>
    <w:rsid w:val="00F16F2E"/>
    <w:rsid w:val="00F172E9"/>
    <w:rsid w:val="00F175E6"/>
    <w:rsid w:val="00F17FD0"/>
    <w:rsid w:val="00F200C4"/>
    <w:rsid w:val="00F20529"/>
    <w:rsid w:val="00F207EE"/>
    <w:rsid w:val="00F20E3B"/>
    <w:rsid w:val="00F213A8"/>
    <w:rsid w:val="00F226F8"/>
    <w:rsid w:val="00F229AB"/>
    <w:rsid w:val="00F22A04"/>
    <w:rsid w:val="00F22DC4"/>
    <w:rsid w:val="00F22E6B"/>
    <w:rsid w:val="00F232C6"/>
    <w:rsid w:val="00F24E9E"/>
    <w:rsid w:val="00F26923"/>
    <w:rsid w:val="00F279B0"/>
    <w:rsid w:val="00F27FF0"/>
    <w:rsid w:val="00F3008F"/>
    <w:rsid w:val="00F300B5"/>
    <w:rsid w:val="00F3193C"/>
    <w:rsid w:val="00F31AA2"/>
    <w:rsid w:val="00F3462C"/>
    <w:rsid w:val="00F348E1"/>
    <w:rsid w:val="00F351D2"/>
    <w:rsid w:val="00F359B0"/>
    <w:rsid w:val="00F35BB7"/>
    <w:rsid w:val="00F35CC4"/>
    <w:rsid w:val="00F35D37"/>
    <w:rsid w:val="00F364D7"/>
    <w:rsid w:val="00F36D46"/>
    <w:rsid w:val="00F3797A"/>
    <w:rsid w:val="00F37B1E"/>
    <w:rsid w:val="00F402FE"/>
    <w:rsid w:val="00F407CE"/>
    <w:rsid w:val="00F408A2"/>
    <w:rsid w:val="00F408F6"/>
    <w:rsid w:val="00F41247"/>
    <w:rsid w:val="00F4174F"/>
    <w:rsid w:val="00F41806"/>
    <w:rsid w:val="00F41912"/>
    <w:rsid w:val="00F41BEA"/>
    <w:rsid w:val="00F41C98"/>
    <w:rsid w:val="00F42413"/>
    <w:rsid w:val="00F42641"/>
    <w:rsid w:val="00F42EFE"/>
    <w:rsid w:val="00F446E1"/>
    <w:rsid w:val="00F450D6"/>
    <w:rsid w:val="00F45120"/>
    <w:rsid w:val="00F455A8"/>
    <w:rsid w:val="00F458CD"/>
    <w:rsid w:val="00F462A3"/>
    <w:rsid w:val="00F4740E"/>
    <w:rsid w:val="00F476BF"/>
    <w:rsid w:val="00F47A2D"/>
    <w:rsid w:val="00F503BC"/>
    <w:rsid w:val="00F5042F"/>
    <w:rsid w:val="00F50D0F"/>
    <w:rsid w:val="00F50D31"/>
    <w:rsid w:val="00F510CC"/>
    <w:rsid w:val="00F5112F"/>
    <w:rsid w:val="00F51F93"/>
    <w:rsid w:val="00F52638"/>
    <w:rsid w:val="00F52F36"/>
    <w:rsid w:val="00F531ED"/>
    <w:rsid w:val="00F5389D"/>
    <w:rsid w:val="00F53ACD"/>
    <w:rsid w:val="00F53CEA"/>
    <w:rsid w:val="00F541B4"/>
    <w:rsid w:val="00F54209"/>
    <w:rsid w:val="00F5434B"/>
    <w:rsid w:val="00F5435F"/>
    <w:rsid w:val="00F5636B"/>
    <w:rsid w:val="00F5795A"/>
    <w:rsid w:val="00F57BEE"/>
    <w:rsid w:val="00F57FE6"/>
    <w:rsid w:val="00F616B6"/>
    <w:rsid w:val="00F61B1A"/>
    <w:rsid w:val="00F61CD7"/>
    <w:rsid w:val="00F61F0A"/>
    <w:rsid w:val="00F62019"/>
    <w:rsid w:val="00F623EF"/>
    <w:rsid w:val="00F62A5E"/>
    <w:rsid w:val="00F62B36"/>
    <w:rsid w:val="00F62B3B"/>
    <w:rsid w:val="00F62F09"/>
    <w:rsid w:val="00F63D5C"/>
    <w:rsid w:val="00F63D8C"/>
    <w:rsid w:val="00F6483E"/>
    <w:rsid w:val="00F65726"/>
    <w:rsid w:val="00F66329"/>
    <w:rsid w:val="00F6738C"/>
    <w:rsid w:val="00F67AF7"/>
    <w:rsid w:val="00F70B4B"/>
    <w:rsid w:val="00F713B0"/>
    <w:rsid w:val="00F714C9"/>
    <w:rsid w:val="00F71A53"/>
    <w:rsid w:val="00F71DF8"/>
    <w:rsid w:val="00F727BC"/>
    <w:rsid w:val="00F72ABF"/>
    <w:rsid w:val="00F73017"/>
    <w:rsid w:val="00F730A1"/>
    <w:rsid w:val="00F73D2D"/>
    <w:rsid w:val="00F74B52"/>
    <w:rsid w:val="00F75419"/>
    <w:rsid w:val="00F76E0F"/>
    <w:rsid w:val="00F77453"/>
    <w:rsid w:val="00F77626"/>
    <w:rsid w:val="00F776E0"/>
    <w:rsid w:val="00F80486"/>
    <w:rsid w:val="00F804E4"/>
    <w:rsid w:val="00F80F75"/>
    <w:rsid w:val="00F81A08"/>
    <w:rsid w:val="00F82886"/>
    <w:rsid w:val="00F83734"/>
    <w:rsid w:val="00F841C0"/>
    <w:rsid w:val="00F84E6B"/>
    <w:rsid w:val="00F863D5"/>
    <w:rsid w:val="00F867D4"/>
    <w:rsid w:val="00F86FE8"/>
    <w:rsid w:val="00F87024"/>
    <w:rsid w:val="00F87763"/>
    <w:rsid w:val="00F904A3"/>
    <w:rsid w:val="00F907C5"/>
    <w:rsid w:val="00F90C6A"/>
    <w:rsid w:val="00F9150B"/>
    <w:rsid w:val="00F91674"/>
    <w:rsid w:val="00F91E18"/>
    <w:rsid w:val="00F93596"/>
    <w:rsid w:val="00F93B8F"/>
    <w:rsid w:val="00F93CC6"/>
    <w:rsid w:val="00F948B1"/>
    <w:rsid w:val="00F95129"/>
    <w:rsid w:val="00F95244"/>
    <w:rsid w:val="00F96888"/>
    <w:rsid w:val="00F97BB4"/>
    <w:rsid w:val="00FA0022"/>
    <w:rsid w:val="00FA06F7"/>
    <w:rsid w:val="00FA0E3F"/>
    <w:rsid w:val="00FA10C3"/>
    <w:rsid w:val="00FA1444"/>
    <w:rsid w:val="00FA17BC"/>
    <w:rsid w:val="00FA1DAA"/>
    <w:rsid w:val="00FA1E34"/>
    <w:rsid w:val="00FA2009"/>
    <w:rsid w:val="00FA20B6"/>
    <w:rsid w:val="00FA3A1E"/>
    <w:rsid w:val="00FA3FD5"/>
    <w:rsid w:val="00FA4BBD"/>
    <w:rsid w:val="00FA554F"/>
    <w:rsid w:val="00FA58A1"/>
    <w:rsid w:val="00FA5976"/>
    <w:rsid w:val="00FA5B8E"/>
    <w:rsid w:val="00FA66A2"/>
    <w:rsid w:val="00FA6724"/>
    <w:rsid w:val="00FA67C3"/>
    <w:rsid w:val="00FA6FDD"/>
    <w:rsid w:val="00FA7468"/>
    <w:rsid w:val="00FA7681"/>
    <w:rsid w:val="00FA7799"/>
    <w:rsid w:val="00FB0F47"/>
    <w:rsid w:val="00FB12D0"/>
    <w:rsid w:val="00FB1A9B"/>
    <w:rsid w:val="00FB1BAC"/>
    <w:rsid w:val="00FB22CD"/>
    <w:rsid w:val="00FB2B9D"/>
    <w:rsid w:val="00FB30F3"/>
    <w:rsid w:val="00FB3176"/>
    <w:rsid w:val="00FB4C2A"/>
    <w:rsid w:val="00FB57C9"/>
    <w:rsid w:val="00FB59FC"/>
    <w:rsid w:val="00FB67B7"/>
    <w:rsid w:val="00FB6A67"/>
    <w:rsid w:val="00FB7275"/>
    <w:rsid w:val="00FB79E2"/>
    <w:rsid w:val="00FC013A"/>
    <w:rsid w:val="00FC136B"/>
    <w:rsid w:val="00FC2324"/>
    <w:rsid w:val="00FC2CCD"/>
    <w:rsid w:val="00FC2DDE"/>
    <w:rsid w:val="00FC2E71"/>
    <w:rsid w:val="00FC31B3"/>
    <w:rsid w:val="00FC370D"/>
    <w:rsid w:val="00FC3E17"/>
    <w:rsid w:val="00FC433C"/>
    <w:rsid w:val="00FC46DE"/>
    <w:rsid w:val="00FC484A"/>
    <w:rsid w:val="00FC768A"/>
    <w:rsid w:val="00FC77A0"/>
    <w:rsid w:val="00FD00B8"/>
    <w:rsid w:val="00FD16C8"/>
    <w:rsid w:val="00FD18A5"/>
    <w:rsid w:val="00FD191E"/>
    <w:rsid w:val="00FD2330"/>
    <w:rsid w:val="00FD32D2"/>
    <w:rsid w:val="00FD464E"/>
    <w:rsid w:val="00FD4766"/>
    <w:rsid w:val="00FD56E8"/>
    <w:rsid w:val="00FD58BF"/>
    <w:rsid w:val="00FD5FD5"/>
    <w:rsid w:val="00FD687F"/>
    <w:rsid w:val="00FD767B"/>
    <w:rsid w:val="00FD7C32"/>
    <w:rsid w:val="00FE0087"/>
    <w:rsid w:val="00FE0766"/>
    <w:rsid w:val="00FE08D0"/>
    <w:rsid w:val="00FE0D11"/>
    <w:rsid w:val="00FE11A1"/>
    <w:rsid w:val="00FE20CB"/>
    <w:rsid w:val="00FE2433"/>
    <w:rsid w:val="00FE2898"/>
    <w:rsid w:val="00FE2B48"/>
    <w:rsid w:val="00FE2EA8"/>
    <w:rsid w:val="00FE3002"/>
    <w:rsid w:val="00FE3A8B"/>
    <w:rsid w:val="00FE44FF"/>
    <w:rsid w:val="00FE4A8F"/>
    <w:rsid w:val="00FE4E97"/>
    <w:rsid w:val="00FE4FAE"/>
    <w:rsid w:val="00FE56A8"/>
    <w:rsid w:val="00FE5C10"/>
    <w:rsid w:val="00FE5E4D"/>
    <w:rsid w:val="00FE624F"/>
    <w:rsid w:val="00FE6468"/>
    <w:rsid w:val="00FE64C1"/>
    <w:rsid w:val="00FF043C"/>
    <w:rsid w:val="00FF0851"/>
    <w:rsid w:val="00FF1188"/>
    <w:rsid w:val="00FF1415"/>
    <w:rsid w:val="00FF19D0"/>
    <w:rsid w:val="00FF1BFA"/>
    <w:rsid w:val="00FF1C96"/>
    <w:rsid w:val="00FF1D26"/>
    <w:rsid w:val="00FF32FC"/>
    <w:rsid w:val="00FF3C3E"/>
    <w:rsid w:val="00FF3F4B"/>
    <w:rsid w:val="00FF4698"/>
    <w:rsid w:val="00FF60DD"/>
    <w:rsid w:val="00FF6E98"/>
    <w:rsid w:val="00FF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4B01FA5A-4982-4139-B442-DA662BFF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19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2BF5"/>
  </w:style>
  <w:style w:type="paragraph" w:styleId="Footer">
    <w:name w:val="footer"/>
    <w:basedOn w:val="Normal"/>
    <w:link w:val="Foot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BF5"/>
  </w:style>
  <w:style w:type="paragraph" w:styleId="BalloonText">
    <w:name w:val="Balloon Text"/>
    <w:basedOn w:val="Normal"/>
    <w:link w:val="BalloonTextChar"/>
    <w:uiPriority w:val="99"/>
    <w:semiHidden/>
    <w:unhideWhenUsed/>
    <w:rsid w:val="00612BF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12B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3AD0"/>
    <w:pPr>
      <w:ind w:left="720"/>
      <w:contextualSpacing/>
    </w:pPr>
  </w:style>
  <w:style w:type="table" w:styleId="TableGrid">
    <w:name w:val="Table Grid"/>
    <w:basedOn w:val="TableNormal"/>
    <w:uiPriority w:val="59"/>
    <w:rsid w:val="00A13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6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sa.stajic\Desktop\&#1084;&#1077;&#1084;&#1086;&#1088;&#1072;&#1085;&#1076;&#1091;&#108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394AD-0778-4135-AB30-4D054DFE0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меморандум.dotx</Template>
  <TotalTime>7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Stajić</dc:creator>
  <cp:keywords/>
  <cp:lastModifiedBy>Nataša Stajić</cp:lastModifiedBy>
  <cp:revision>6</cp:revision>
  <cp:lastPrinted>2025-09-12T07:08:00Z</cp:lastPrinted>
  <dcterms:created xsi:type="dcterms:W3CDTF">2025-09-12T07:05:00Z</dcterms:created>
  <dcterms:modified xsi:type="dcterms:W3CDTF">2025-09-12T07:12:00Z</dcterms:modified>
</cp:coreProperties>
</file>